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22D" w:rsidRPr="00C063DF" w:rsidRDefault="0002322D">
      <w:pPr>
        <w:spacing w:after="0" w:line="408" w:lineRule="auto"/>
        <w:ind w:left="120"/>
        <w:jc w:val="center"/>
        <w:rPr>
          <w:lang w:val="ru-RU"/>
        </w:rPr>
      </w:pPr>
      <w:bookmarkStart w:id="0" w:name="block_35572304"/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02322D" w:rsidRPr="00C063DF" w:rsidRDefault="0002322D">
      <w:pPr>
        <w:spacing w:after="0" w:line="408" w:lineRule="auto"/>
        <w:ind w:left="120"/>
        <w:jc w:val="center"/>
        <w:rPr>
          <w:lang w:val="ru-RU"/>
        </w:rPr>
      </w:pPr>
      <w:bookmarkStart w:id="1" w:name="ca7504fb_a4f4_48c8_ab7c_756ffe56e67b"/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Министерство образования Республики Мордовия</w:t>
      </w:r>
      <w:bookmarkEnd w:id="1"/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02322D" w:rsidRDefault="0002322D">
      <w:pPr>
        <w:spacing w:after="0" w:line="408" w:lineRule="auto"/>
        <w:ind w:left="120"/>
        <w:jc w:val="center"/>
      </w:pPr>
      <w:bookmarkStart w:id="2" w:name="BM5858e69b_b955_4d5b_94a8_f3a644af01d4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Ичалковского муниципального района</w:t>
      </w:r>
      <w:bookmarkEnd w:id="2"/>
    </w:p>
    <w:p w:rsidR="0002322D" w:rsidRDefault="0002322D">
      <w:pPr>
        <w:spacing w:after="0" w:line="408" w:lineRule="auto"/>
        <w:ind w:left="120"/>
        <w:jc w:val="center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МОБУ "Оброченская СОШ"</w:t>
      </w:r>
    </w:p>
    <w:p w:rsidR="0002322D" w:rsidRDefault="0002322D">
      <w:pPr>
        <w:spacing w:after="0"/>
        <w:ind w:left="120"/>
      </w:pPr>
    </w:p>
    <w:p w:rsidR="0002322D" w:rsidRDefault="0002322D">
      <w:pPr>
        <w:spacing w:after="0"/>
        <w:ind w:left="120"/>
      </w:pPr>
    </w:p>
    <w:p w:rsidR="0002322D" w:rsidRDefault="0002322D">
      <w:pPr>
        <w:spacing w:after="0"/>
        <w:ind w:left="120"/>
      </w:pPr>
    </w:p>
    <w:p w:rsidR="0002322D" w:rsidRDefault="0002322D">
      <w:pPr>
        <w:spacing w:after="0"/>
        <w:ind w:left="120"/>
      </w:pPr>
    </w:p>
    <w:tbl>
      <w:tblPr>
        <w:tblW w:w="0" w:type="auto"/>
        <w:tblInd w:w="-106" w:type="dxa"/>
        <w:tblLook w:val="00A0"/>
      </w:tblPr>
      <w:tblGrid>
        <w:gridCol w:w="3114"/>
        <w:gridCol w:w="3115"/>
        <w:gridCol w:w="3115"/>
      </w:tblGrid>
      <w:tr w:rsidR="0002322D" w:rsidRPr="00C063DF">
        <w:tc>
          <w:tcPr>
            <w:tcW w:w="3114" w:type="dxa"/>
          </w:tcPr>
          <w:p w:rsidR="0002322D" w:rsidRPr="005361C2" w:rsidRDefault="0002322D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361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2322D" w:rsidRPr="005361C2" w:rsidRDefault="0002322D" w:rsidP="004E6975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361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</w:t>
            </w:r>
          </w:p>
          <w:p w:rsidR="0002322D" w:rsidRPr="005361C2" w:rsidRDefault="0002322D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322D" w:rsidRPr="005361C2" w:rsidRDefault="000232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Муромцева А.Н.</w:t>
            </w:r>
          </w:p>
          <w:p w:rsidR="0002322D" w:rsidRPr="005361C2" w:rsidRDefault="0002322D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02322D" w:rsidRPr="005361C2" w:rsidRDefault="000232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2322D" w:rsidRPr="005361C2" w:rsidRDefault="0002322D" w:rsidP="000D416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361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2322D" w:rsidRPr="005361C2" w:rsidRDefault="0002322D" w:rsidP="004E6975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361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2322D" w:rsidRPr="005361C2" w:rsidRDefault="0002322D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322D" w:rsidRPr="005361C2" w:rsidRDefault="000232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Егорова Т.Е.</w:t>
            </w:r>
          </w:p>
          <w:p w:rsidR="0002322D" w:rsidRPr="005361C2" w:rsidRDefault="0002322D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  2024 г.</w:t>
            </w:r>
          </w:p>
          <w:p w:rsidR="0002322D" w:rsidRPr="005361C2" w:rsidRDefault="000232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2322D" w:rsidRPr="005361C2" w:rsidRDefault="0002322D" w:rsidP="000E6D8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361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2322D" w:rsidRPr="005361C2" w:rsidRDefault="0002322D" w:rsidP="000E6D8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2322D" w:rsidRPr="005361C2" w:rsidRDefault="0002322D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322D" w:rsidRPr="005361C2" w:rsidRDefault="0002322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Шарова В.В.</w:t>
            </w:r>
          </w:p>
          <w:p w:rsidR="0002322D" w:rsidRDefault="0002322D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№116</w:t>
            </w:r>
          </w:p>
          <w:p w:rsidR="0002322D" w:rsidRPr="005361C2" w:rsidRDefault="0002322D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сентября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2322D" w:rsidRPr="005361C2" w:rsidRDefault="000232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322D" w:rsidRPr="00C063DF" w:rsidRDefault="0002322D">
      <w:pPr>
        <w:spacing w:after="0"/>
        <w:ind w:left="120"/>
        <w:rPr>
          <w:lang w:val="ru-RU"/>
        </w:rPr>
      </w:pPr>
    </w:p>
    <w:p w:rsidR="0002322D" w:rsidRPr="00C063DF" w:rsidRDefault="0002322D">
      <w:pPr>
        <w:spacing w:after="0"/>
        <w:ind w:left="120"/>
        <w:rPr>
          <w:lang w:val="ru-RU"/>
        </w:rPr>
      </w:pPr>
    </w:p>
    <w:p w:rsidR="0002322D" w:rsidRPr="00C063DF" w:rsidRDefault="0002322D">
      <w:pPr>
        <w:spacing w:after="0"/>
        <w:ind w:left="120"/>
        <w:rPr>
          <w:lang w:val="ru-RU"/>
        </w:rPr>
      </w:pPr>
    </w:p>
    <w:p w:rsidR="0002322D" w:rsidRPr="00C063DF" w:rsidRDefault="0002322D">
      <w:pPr>
        <w:spacing w:after="0"/>
        <w:ind w:left="120"/>
        <w:rPr>
          <w:lang w:val="ru-RU"/>
        </w:rPr>
      </w:pPr>
    </w:p>
    <w:p w:rsidR="0002322D" w:rsidRPr="00C063DF" w:rsidRDefault="0002322D">
      <w:pPr>
        <w:spacing w:after="0"/>
        <w:ind w:left="120"/>
        <w:rPr>
          <w:lang w:val="ru-RU"/>
        </w:rPr>
      </w:pPr>
    </w:p>
    <w:p w:rsidR="0002322D" w:rsidRPr="00C063DF" w:rsidRDefault="0002322D">
      <w:pPr>
        <w:spacing w:after="0" w:line="408" w:lineRule="auto"/>
        <w:ind w:left="120"/>
        <w:jc w:val="center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РАБОЧАЯ ПРОГРАММА</w:t>
      </w:r>
    </w:p>
    <w:p w:rsidR="0002322D" w:rsidRPr="00C063DF" w:rsidRDefault="0002322D">
      <w:pPr>
        <w:spacing w:after="0" w:line="408" w:lineRule="auto"/>
        <w:ind w:left="120"/>
        <w:jc w:val="center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4677639)</w:t>
      </w:r>
    </w:p>
    <w:p w:rsidR="0002322D" w:rsidRPr="00C063DF" w:rsidRDefault="0002322D">
      <w:pPr>
        <w:spacing w:after="0"/>
        <w:ind w:left="120"/>
        <w:jc w:val="center"/>
        <w:rPr>
          <w:lang w:val="ru-RU"/>
        </w:rPr>
      </w:pPr>
    </w:p>
    <w:p w:rsidR="0002322D" w:rsidRPr="00C063DF" w:rsidRDefault="0002322D">
      <w:pPr>
        <w:spacing w:after="0" w:line="408" w:lineRule="auto"/>
        <w:ind w:left="120"/>
        <w:jc w:val="center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учебного предмета «История»</w:t>
      </w:r>
    </w:p>
    <w:p w:rsidR="0002322D" w:rsidRPr="00C063DF" w:rsidRDefault="0002322D">
      <w:pPr>
        <w:spacing w:after="0" w:line="408" w:lineRule="auto"/>
        <w:ind w:left="120"/>
        <w:jc w:val="center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5-9 классов </w:t>
      </w:r>
    </w:p>
    <w:p w:rsidR="0002322D" w:rsidRDefault="0002322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63DF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Составители: </w:t>
      </w:r>
    </w:p>
    <w:p w:rsidR="0002322D" w:rsidRPr="00C063DF" w:rsidRDefault="0002322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63DF">
        <w:rPr>
          <w:rFonts w:ascii="Times New Roman" w:hAnsi="Times New Roman" w:cs="Times New Roman"/>
          <w:sz w:val="28"/>
          <w:szCs w:val="28"/>
          <w:lang w:val="ru-RU"/>
        </w:rPr>
        <w:t>Афанасьева А.Е.</w:t>
      </w:r>
    </w:p>
    <w:p w:rsidR="0002322D" w:rsidRPr="00C063DF" w:rsidRDefault="0002322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63DF">
        <w:rPr>
          <w:rFonts w:ascii="Times New Roman" w:hAnsi="Times New Roman" w:cs="Times New Roman"/>
          <w:sz w:val="28"/>
          <w:szCs w:val="28"/>
          <w:lang w:val="ru-RU"/>
        </w:rPr>
        <w:t>Муромцева А.Н.</w:t>
      </w:r>
    </w:p>
    <w:p w:rsidR="0002322D" w:rsidRPr="00C063DF" w:rsidRDefault="0002322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2322D" w:rsidRPr="00C063DF" w:rsidRDefault="0002322D">
      <w:pPr>
        <w:spacing w:after="0"/>
        <w:ind w:left="120"/>
        <w:jc w:val="center"/>
        <w:rPr>
          <w:lang w:val="ru-RU"/>
        </w:rPr>
      </w:pPr>
    </w:p>
    <w:p w:rsidR="0002322D" w:rsidRPr="00C063DF" w:rsidRDefault="0002322D">
      <w:pPr>
        <w:spacing w:after="0"/>
        <w:ind w:left="120"/>
        <w:jc w:val="center"/>
        <w:rPr>
          <w:lang w:val="ru-RU"/>
        </w:rPr>
      </w:pPr>
    </w:p>
    <w:p w:rsidR="0002322D" w:rsidRPr="00C063DF" w:rsidRDefault="0002322D">
      <w:pPr>
        <w:spacing w:after="0"/>
        <w:ind w:left="120"/>
        <w:jc w:val="center"/>
        <w:rPr>
          <w:lang w:val="ru-RU"/>
        </w:rPr>
      </w:pPr>
    </w:p>
    <w:p w:rsidR="0002322D" w:rsidRPr="00C063DF" w:rsidRDefault="0002322D">
      <w:pPr>
        <w:spacing w:after="0"/>
        <w:ind w:left="120"/>
        <w:jc w:val="center"/>
        <w:rPr>
          <w:lang w:val="ru-RU"/>
        </w:rPr>
      </w:pPr>
    </w:p>
    <w:p w:rsidR="0002322D" w:rsidRPr="00C063DF" w:rsidRDefault="0002322D">
      <w:pPr>
        <w:spacing w:after="0"/>
        <w:ind w:left="120"/>
        <w:jc w:val="center"/>
        <w:rPr>
          <w:lang w:val="ru-RU"/>
        </w:rPr>
      </w:pPr>
    </w:p>
    <w:p w:rsidR="0002322D" w:rsidRPr="00C063DF" w:rsidRDefault="0002322D">
      <w:pPr>
        <w:spacing w:after="0"/>
        <w:ind w:left="120"/>
        <w:jc w:val="center"/>
        <w:rPr>
          <w:lang w:val="ru-RU"/>
        </w:rPr>
      </w:pPr>
    </w:p>
    <w:p w:rsidR="0002322D" w:rsidRPr="00C063DF" w:rsidRDefault="0002322D">
      <w:pPr>
        <w:spacing w:after="0"/>
        <w:ind w:left="120"/>
        <w:jc w:val="center"/>
        <w:rPr>
          <w:lang w:val="ru-RU"/>
        </w:rPr>
      </w:pPr>
      <w:bookmarkStart w:id="3" w:name="f4f51048_cb84_4c82_af6a_284ffbd4033b"/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Оброчное </w:t>
      </w:r>
      <w:bookmarkStart w:id="4" w:name="BM0607e6f3_e82e_49a9_b315_c957a5fafe42"/>
      <w:bookmarkEnd w:id="3"/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2024</w:t>
      </w:r>
      <w:bookmarkEnd w:id="4"/>
    </w:p>
    <w:p w:rsidR="0002322D" w:rsidRPr="00C063DF" w:rsidRDefault="0002322D">
      <w:pPr>
        <w:spacing w:after="0"/>
        <w:ind w:left="120"/>
        <w:rPr>
          <w:lang w:val="ru-RU"/>
        </w:rPr>
      </w:pPr>
    </w:p>
    <w:p w:rsidR="0002322D" w:rsidRPr="00C063DF" w:rsidRDefault="0002322D">
      <w:pPr>
        <w:rPr>
          <w:lang w:val="ru-RU"/>
        </w:rPr>
        <w:sectPr w:rsidR="0002322D" w:rsidRPr="00C063DF">
          <w:pgSz w:w="11906" w:h="16383"/>
          <w:pgMar w:top="1134" w:right="850" w:bottom="1134" w:left="1701" w:header="720" w:footer="720" w:gutter="0"/>
          <w:cols w:space="720"/>
        </w:sect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bookmarkStart w:id="5" w:name="block_35572310"/>
      <w:bookmarkEnd w:id="0"/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ПОЯСНИТЕЛЬНАЯ ЗАПИСКА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ОБЩАЯ ХАРАКТЕРИСТИКА УЧЕБНОГО ПРЕДМЕТА «ИСТОРИЯ»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ЦЕЛИ ИЗУЧЕНИЯ УЧЕБНОГО ПРЕДМЕТА «ИСТОРИЯ»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2322D" w:rsidRDefault="0002322D">
      <w:pPr>
        <w:spacing w:after="0" w:line="264" w:lineRule="auto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Задачами изучения истории являются:</w:t>
      </w:r>
    </w:p>
    <w:p w:rsidR="0002322D" w:rsidRPr="00C063DF" w:rsidRDefault="00023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02322D" w:rsidRPr="00C063DF" w:rsidRDefault="0002322D">
      <w:pPr>
        <w:numPr>
          <w:ilvl w:val="0"/>
          <w:numId w:val="1"/>
        </w:numPr>
        <w:spacing w:after="0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2322D" w:rsidRPr="00C063DF" w:rsidRDefault="00023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2322D" w:rsidRPr="00C063DF" w:rsidRDefault="00023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2322D" w:rsidRPr="00C063DF" w:rsidRDefault="00023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МЕСТО УЧЕБНОГО ПРЕДМЕТА «ИСТОРИЯ» В УЧЕБНОМ ПЛАНЕ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02322D" w:rsidRPr="00C063DF" w:rsidRDefault="0002322D">
      <w:pPr>
        <w:rPr>
          <w:lang w:val="ru-RU"/>
        </w:rPr>
        <w:sectPr w:rsidR="0002322D" w:rsidRPr="00C063DF">
          <w:pgSz w:w="11906" w:h="16383"/>
          <w:pgMar w:top="1134" w:right="850" w:bottom="1134" w:left="1701" w:header="720" w:footer="720" w:gutter="0"/>
          <w:cols w:space="720"/>
        </w:sect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bookmarkStart w:id="6" w:name="block_35572308"/>
      <w:bookmarkEnd w:id="5"/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СОДЕРЖАНИЕ УЧЕБНОГО ПРЕДМЕТА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 КЛАСС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ИСТОРИЯ ДРЕВНЕГО МИРА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Введение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ПЕРВОБЫТНОСТЬ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Разложение первобытнообщинных отношений. На пороге цивилизации.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ДРЕВНИЙ МИР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и хронологические рамки истории Древнего мира. Карта Древнего мира.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Древний Восток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«Древний Восток». Карта Древневосточного мира.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Древний Египет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Могущество Египта при Рамсесе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Древние цивилизации Месопотамии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Древний Вавилон. Царь Хаммурапи и его законы.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Усиление Нововавилонского царства. Легендарные памятники города Вавилона.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Восточное Средиземноморье в древности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Персидская держава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Великий, Дарий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Древняя Индия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Древний Китай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Древняя Греция. Эллинизм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Древнейшая Греция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Греческие полисы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Культура Древней Греции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Македонские завоевания. Эллинизм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Древний Рим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Возникновение Римского государства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Римские завоевания в Средиземноморье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Поздняя Римская республика. Гражданские войны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Расцвет и падение Римской империи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Культура Древнего Рима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Обобщение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Историческое и культурное наследие цивилизаций Древнего мира. 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 КЛАСС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ВСЕОБЩАЯ ИСТОРИЯ. ИСТОРИЯ СРЕДНИХ ВЕКОВ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Введение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Средние века: понятие, хронологические рамки и периодизация Средневековья.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Народы Европы в раннее Средневековье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Франкское государство в </w:t>
      </w:r>
      <w:r>
        <w:rPr>
          <w:rFonts w:ascii="Times New Roman" w:hAnsi="Times New Roman" w:cs="Times New Roman"/>
          <w:color w:val="000000"/>
          <w:sz w:val="28"/>
          <w:szCs w:val="28"/>
        </w:rPr>
        <w:t>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Византийская империя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–Х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Арабы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–Х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Средневековое европейское общество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Государства Европы в 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–Х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–Х</w:t>
      </w:r>
      <w:r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 w:cs="Times New Roman"/>
          <w:color w:val="000000"/>
          <w:sz w:val="28"/>
          <w:szCs w:val="28"/>
        </w:rPr>
        <w:t>XIV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 w:cs="Times New Roman"/>
          <w:color w:val="000000"/>
          <w:sz w:val="28"/>
          <w:szCs w:val="28"/>
        </w:rPr>
        <w:t>XII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(Жакерия, восстание Уота Тайлера). Гуситское движение в Чехии.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–Х</w:t>
      </w:r>
      <w:r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Культура средневековой Европы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Страны Востока в Средние века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Государства доколумбовой Америки в Средние века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Обобщение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Историческое и культурное наследие Средних веков.</w:t>
      </w:r>
    </w:p>
    <w:p w:rsidR="0002322D" w:rsidRPr="00C063DF" w:rsidRDefault="0002322D">
      <w:pPr>
        <w:spacing w:after="0"/>
        <w:ind w:left="120"/>
        <w:rPr>
          <w:lang w:val="ru-RU"/>
        </w:rPr>
      </w:pPr>
    </w:p>
    <w:p w:rsidR="0002322D" w:rsidRPr="00C063DF" w:rsidRDefault="0002322D">
      <w:pPr>
        <w:spacing w:after="0"/>
        <w:ind w:left="120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ИСТОРИЯ РОССИИ. ОТ РУСИ К РОССИЙСКОМУ ГОСУДАРСТВУ </w:t>
      </w:r>
    </w:p>
    <w:p w:rsidR="0002322D" w:rsidRPr="00C063DF" w:rsidRDefault="0002322D">
      <w:pPr>
        <w:spacing w:after="0"/>
        <w:ind w:left="120"/>
        <w:rPr>
          <w:lang w:val="ru-RU"/>
        </w:rPr>
      </w:pP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Введение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тыс. н. э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Русь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IX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Принятие христианства и его значение. Византийское наследие на Руси.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Русь в конце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Культурное пространство.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Русь в середине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XIV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 w:cs="Times New Roman"/>
          <w:color w:val="000000"/>
          <w:sz w:val="28"/>
          <w:szCs w:val="28"/>
        </w:rPr>
        <w:t>XIII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 w:cs="Times New Roman"/>
          <w:color w:val="000000"/>
          <w:sz w:val="28"/>
          <w:szCs w:val="28"/>
        </w:rPr>
        <w:t>XIV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нашествие Тимура.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Обобщение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 КЛАСС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Введение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Великие географические открытия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Реформация и контрреформация в Европе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Государства Европы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Испания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Франция: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Нантский эдикт 1598 г. Людовик </w:t>
      </w:r>
      <w:r>
        <w:rPr>
          <w:rFonts w:ascii="Times New Roman" w:hAnsi="Times New Roman" w:cs="Times New Roman"/>
          <w:color w:val="000000"/>
          <w:sz w:val="28"/>
          <w:szCs w:val="28"/>
        </w:rPr>
        <w:t>XIII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 w:cs="Times New Roman"/>
          <w:color w:val="000000"/>
          <w:sz w:val="28"/>
          <w:szCs w:val="28"/>
        </w:rPr>
        <w:t>XIV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Англия.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 w:cs="Times New Roman"/>
          <w:color w:val="000000"/>
          <w:sz w:val="28"/>
          <w:szCs w:val="28"/>
        </w:rPr>
        <w:t>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Английская революция середины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Страны Центральной, Южной и Юго-Восточной Европы.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Международные отношения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Европейская культура в раннее Новое время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Страны Востока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Османская империя: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вершине могущества. Сулейман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Индия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Китай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Япония: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Обобщение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Историческое и культурное наследие Раннего Нового времени.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ИСТОРИЯ РОССИИ. РОССИЯ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вв.: ОТ ВЕЛИКОГО КНЯЖЕСТВА К ЦАРСТВУ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Россия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Завершение объединения русских земель.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Княжение Василия 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Царствование Ивана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IV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Принятие Иваном </w:t>
      </w:r>
      <w:r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Внешняя политика России в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Россия в конце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Смута в России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Накануне Смуты.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Смутное время начала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его политика. Восстание 1606 г. и убийство самозванца.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C063DF">
        <w:rPr>
          <w:rFonts w:ascii="MS Mincho" w:eastAsia="MS Mincho" w:hAnsi="MS Mincho" w:cs="MS Mincho" w:hint="eastAsia"/>
          <w:color w:val="000000"/>
          <w:sz w:val="28"/>
          <w:szCs w:val="28"/>
          <w:lang w:val="ru-RU"/>
        </w:rPr>
        <w:t>‑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П. Делагарди и распад тушинского лагеря. Открытое вступление Речи Посполитой в войну против России. Оборона Смоленска.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Окончание Смуты.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Россия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Россия при первых Романовых.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Экономическое развитие России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Социальная структура российского общества.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Городские восстания середины 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Внешняя политика России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Освоение новых территорий.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Народы России в 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Культурное пространство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Наш край в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Обобщение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8 КЛАСС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Введение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Век Просвещения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Государства Европы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Монархии в Европе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в.: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Великобритания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Франция.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Государства Пиренейского полуострова.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Британские колонии в Северной Америке: борьба за независимость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Французская революция конца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Европейская культура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Международные отношения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Страны Востока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Обобщение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ИСТОРИЯ РОССИИ. РОССИЯ В КОНЦЕ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в.: ОТ ЦАРСТВА К ИМПЕРИИ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Введение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Причины и предпосылки преобразований.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Россия и Европа в конце 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Экономическая политика.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Социальная политика.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Реформы управления.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Церковная реформа.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Оппозиция реформам Петра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. 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Восстания в Астрахани, Башкирии, на Дону. Дело царевича Алексея.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Внешняя политика.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Преобразования Петра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 области культуры.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русской культуре.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Россия после Петра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. Дворцовые перевороты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Россия при Елизавете Петровне.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Петр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Манифест о вольности дворянства. Причины переворота 28 июня 1762 г.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Россия в 1760–1790-х гг.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Правление Екатерины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и Павла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Внутренняя политика Екатерины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Обострение социальных противоречий.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в., ее основные задачи. 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юг в 1787 г.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Россия при Павле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. 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Личность Павла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Российская наука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Образование в России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Русская архитектура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Новые веяния в изобразительном искусстве в конце столетия.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Наш край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Обобщение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9 КЛАСС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– НАЧАЛО ХХ 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Введение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Европа в начале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в.: экономика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социальные отношения, политические процессы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Политическое развитие европейских стран в 1815–1840-е гг.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Х – начале ХХ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Великобритания 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Франция.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Империя Наполеона 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Италия.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Германия.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Страны Центральной и Юго-Восточной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Европы во второй половине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Соединенные Штаты Америки.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ХХ 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Страны Латинской Америки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– начале ХХ в.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Страны Азии в 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Х – начале ХХ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Япония.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Китай.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Османская империя.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Революция 1905–1911 г. в Иране.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Индия.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Создание Индийского национального конгресса. Б. Тилак, М.К. Ганди.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Народы Африки в 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Х – начале ХХ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Развитие культуры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– начале ХХ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Международные отношения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Обобщение (1 ч).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Введение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Александровская эпоха: государственный либерализм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Николаевское самодержавие: государственный консерватизм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Народы России в первой половине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Россия в 1880–1890-х гг.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Этнокультурный облик империи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съезд РСДРП.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Россия на пороге ХХ в.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Государственной думы: итоги и уроки.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в мировую культуру.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Наш край в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ХХ 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Обобщение.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ВВЕДЕНИЕ В НОВЕЙШУЮ ИСТОРИЮ РОССИИ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Введение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Российская революция 1917-1922 гг.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Переход страны к мирной жизни. Образование СССР.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историю народов России.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Великая Отечественная война (1941—1945 гг.)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Прорыв и снятие блокады Ленинграда. Битва за Днепр.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Разгром милитаристской Японии. 3 сентября — окончание Второй мировой войны.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Распад СССР. Становление новой России (1992—1999 гг.)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Распад СССР и его последствия для России и мира.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Добровольная отставка Б. Н. Ельцина.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Возрождение страны с 2000-х гг. 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Российская Федерация в начале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XXI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века: на пути восстановления и укрепления страны.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Воссоединение Крыма с Россией.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Воссоединение Крыма с Россией, его значение и международные последствия.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Российская Федерация на современном этапе.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Общероссийское голосование по поправкам к Конституции России (2020 г.).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Признание Россией ДНР и ЛНР (2022 г.)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Итоговое повторение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История родного края в годы революций и Гражданской войны.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Наши земляки — герои Великой Отечественной войны (1941—1945 гг.).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Наш регион в конце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начале </w:t>
      </w:r>
      <w:r>
        <w:rPr>
          <w:rFonts w:ascii="Times New Roman" w:hAnsi="Times New Roman" w:cs="Times New Roman"/>
          <w:color w:val="000000"/>
          <w:sz w:val="28"/>
          <w:szCs w:val="28"/>
        </w:rPr>
        <w:t>XXI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Трудовые достижения родного края.</w:t>
      </w:r>
    </w:p>
    <w:p w:rsidR="0002322D" w:rsidRPr="00C063DF" w:rsidRDefault="0002322D">
      <w:pPr>
        <w:rPr>
          <w:lang w:val="ru-RU"/>
        </w:rPr>
        <w:sectPr w:rsidR="0002322D" w:rsidRPr="00C063DF">
          <w:pgSz w:w="11906" w:h="16383"/>
          <w:pgMar w:top="1134" w:right="850" w:bottom="1134" w:left="1701" w:header="720" w:footer="720" w:gutter="0"/>
          <w:cols w:space="720"/>
        </w:sect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bookmarkStart w:id="7" w:name="block_35572309"/>
      <w:bookmarkEnd w:id="6"/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ПЛАНИРУЕМЫЕ РЕЗУЛЬТАТЫ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ЛИЧНОСТНЫЕ РЕЗУЛЬТАТЫ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важнейшим </w:t>
      </w: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личностным результатам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2322D" w:rsidRPr="00C063DF" w:rsidRDefault="0002322D">
      <w:pPr>
        <w:spacing w:after="0"/>
        <w:ind w:left="120"/>
        <w:rPr>
          <w:lang w:val="ru-RU"/>
        </w:rPr>
      </w:pPr>
    </w:p>
    <w:p w:rsidR="0002322D" w:rsidRPr="00C063DF" w:rsidRDefault="0002322D">
      <w:pPr>
        <w:spacing w:after="0"/>
        <w:ind w:left="120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МЕТАПРЕДМЕТНЫЕ РЕЗУЛЬТАТЫ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Метапредметные результаты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универсальных учебных познавательных действий: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универсальных учебных коммуникативных действий: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универсальных учебных регулятивных действий: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эмоционального интеллекта, понимания себя и других: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2322D" w:rsidRPr="00C063DF" w:rsidRDefault="0002322D">
      <w:pPr>
        <w:spacing w:after="0" w:line="264" w:lineRule="auto"/>
        <w:ind w:firstLine="60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ПРЕДМЕТНЫЕ РЕЗУЛЬТАТЫ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 КЛАСС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1. Знание хронологии, работа с хронологией:</w:t>
      </w:r>
    </w:p>
    <w:p w:rsidR="0002322D" w:rsidRPr="00C063DF" w:rsidRDefault="00023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2322D" w:rsidRPr="00C063DF" w:rsidRDefault="00023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02322D" w:rsidRPr="00C063DF" w:rsidRDefault="00023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2. Знание исторических фактов, работа с фактами:</w:t>
      </w:r>
    </w:p>
    <w:p w:rsidR="0002322D" w:rsidRPr="00C063DF" w:rsidRDefault="000232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2322D" w:rsidRPr="00C063DF" w:rsidRDefault="000232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заданному признаку.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 Работа с исторической картой:</w:t>
      </w:r>
    </w:p>
    <w:p w:rsidR="0002322D" w:rsidRPr="00C063DF" w:rsidRDefault="00023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2322D" w:rsidRPr="00C063DF" w:rsidRDefault="00023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4. Работа с историческими источниками:</w:t>
      </w:r>
    </w:p>
    <w:p w:rsidR="0002322D" w:rsidRPr="00C063DF" w:rsidRDefault="000232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2322D" w:rsidRPr="00C063DF" w:rsidRDefault="000232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2322D" w:rsidRPr="00C063DF" w:rsidRDefault="000232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5. Историческое описание (реконструкция):</w:t>
      </w:r>
    </w:p>
    <w:p w:rsidR="0002322D" w:rsidRPr="00C063DF" w:rsidRDefault="000232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условия жизни людей в древности;</w:t>
      </w:r>
    </w:p>
    <w:p w:rsidR="0002322D" w:rsidRPr="00C063DF" w:rsidRDefault="000232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 значительных событиях древней истории, их участниках;</w:t>
      </w:r>
    </w:p>
    <w:p w:rsidR="0002322D" w:rsidRPr="00C063DF" w:rsidRDefault="000232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2322D" w:rsidRPr="00C063DF" w:rsidRDefault="000232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6. Анализ, объяснение исторических событий, явлений:</w:t>
      </w:r>
    </w:p>
    <w:p w:rsidR="0002322D" w:rsidRPr="00C063DF" w:rsidRDefault="000232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2322D" w:rsidRPr="00C063DF" w:rsidRDefault="000232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исторические явления, определять их общие черты;</w:t>
      </w:r>
    </w:p>
    <w:p w:rsidR="0002322D" w:rsidRPr="00C063DF" w:rsidRDefault="000232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иллюстрировать общие явления, черты конкретными примерами;</w:t>
      </w:r>
    </w:p>
    <w:p w:rsidR="0002322D" w:rsidRPr="00C063DF" w:rsidRDefault="000232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и следствия важнейших событий древней истории.</w:t>
      </w:r>
    </w:p>
    <w:p w:rsidR="0002322D" w:rsidRPr="00C063DF" w:rsidRDefault="000232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2322D" w:rsidRPr="00C063DF" w:rsidRDefault="000232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2322D" w:rsidRPr="00C063DF" w:rsidRDefault="000232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8. Применение исторических знаний:</w:t>
      </w:r>
    </w:p>
    <w:p w:rsidR="0002322D" w:rsidRPr="00C063DF" w:rsidRDefault="000232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2322D" w:rsidRPr="00C063DF" w:rsidRDefault="000232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 КЛАСС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1. Знание хронологии, работа с хронологией:</w:t>
      </w:r>
    </w:p>
    <w:p w:rsidR="0002322D" w:rsidRPr="00C063DF" w:rsidRDefault="000232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2322D" w:rsidRPr="00C063DF" w:rsidRDefault="000232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2322D" w:rsidRPr="00C063DF" w:rsidRDefault="000232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2. Знание исторических фактов, работа с фактами:</w:t>
      </w:r>
    </w:p>
    <w:p w:rsidR="0002322D" w:rsidRPr="00C063DF" w:rsidRDefault="000232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2322D" w:rsidRPr="00C063DF" w:rsidRDefault="000232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 Работа с исторической картой:</w:t>
      </w:r>
    </w:p>
    <w:p w:rsidR="0002322D" w:rsidRPr="00C063DF" w:rsidRDefault="000232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2322D" w:rsidRPr="00C063DF" w:rsidRDefault="000232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4. Работа с историческими источниками:</w:t>
      </w:r>
    </w:p>
    <w:p w:rsidR="0002322D" w:rsidRPr="00C063DF" w:rsidRDefault="000232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2322D" w:rsidRPr="00C063DF" w:rsidRDefault="000232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авторство, время, место создания источника;</w:t>
      </w:r>
    </w:p>
    <w:p w:rsidR="0002322D" w:rsidRPr="00C063DF" w:rsidRDefault="000232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2322D" w:rsidRPr="00C063DF" w:rsidRDefault="000232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02322D" w:rsidRPr="00C063DF" w:rsidRDefault="000232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5. Историческое описание (реконструкция):</w:t>
      </w:r>
    </w:p>
    <w:p w:rsidR="0002322D" w:rsidRPr="00C063DF" w:rsidRDefault="000232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2322D" w:rsidRPr="00C063DF" w:rsidRDefault="000232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2322D" w:rsidRPr="00C063DF" w:rsidRDefault="000232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2322D" w:rsidRPr="00C063DF" w:rsidRDefault="000232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6. Анализ, объяснение исторических событий, явлений:</w:t>
      </w:r>
    </w:p>
    <w:p w:rsidR="0002322D" w:rsidRPr="00C063DF" w:rsidRDefault="000232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02322D" w:rsidRPr="00C063DF" w:rsidRDefault="000232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2322D" w:rsidRPr="00C063DF" w:rsidRDefault="000232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02322D" w:rsidRPr="00C063DF" w:rsidRDefault="000232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2322D" w:rsidRPr="00C063DF" w:rsidRDefault="00023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2322D" w:rsidRPr="00C063DF" w:rsidRDefault="000232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8. Применение исторических знаний:</w:t>
      </w:r>
    </w:p>
    <w:p w:rsidR="0002322D" w:rsidRPr="00C063DF" w:rsidRDefault="00023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2322D" w:rsidRPr="00C063DF" w:rsidRDefault="000232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 КЛАСС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1. Знание хронологии, работа с хронологией:</w:t>
      </w:r>
    </w:p>
    <w:p w:rsidR="0002322D" w:rsidRPr="00C063DF" w:rsidRDefault="00023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02322D" w:rsidRPr="00C063DF" w:rsidRDefault="00023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02322D" w:rsidRPr="00C063DF" w:rsidRDefault="000232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2. Знание исторических фактов, работа с фактами:</w:t>
      </w:r>
    </w:p>
    <w:p w:rsidR="0002322D" w:rsidRPr="00C063DF" w:rsidRDefault="00023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вв.;</w:t>
      </w:r>
    </w:p>
    <w:p w:rsidR="0002322D" w:rsidRPr="00C063DF" w:rsidRDefault="000232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 Работа с исторической картой:</w:t>
      </w:r>
    </w:p>
    <w:p w:rsidR="0002322D" w:rsidRPr="00C063DF" w:rsidRDefault="000232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вв.;</w:t>
      </w:r>
    </w:p>
    <w:p w:rsidR="0002322D" w:rsidRPr="00C063DF" w:rsidRDefault="000232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4. Работа с историческими источниками:</w:t>
      </w:r>
    </w:p>
    <w:p w:rsidR="0002322D" w:rsidRPr="00C063DF" w:rsidRDefault="0002322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02322D" w:rsidRPr="00C063DF" w:rsidRDefault="0002322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2322D" w:rsidRPr="00C063DF" w:rsidRDefault="0002322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02322D" w:rsidRPr="00C063DF" w:rsidRDefault="0002322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5. Историческое описание (реконструкция):</w:t>
      </w:r>
    </w:p>
    <w:p w:rsidR="0002322D" w:rsidRPr="00C063DF" w:rsidRDefault="0002322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вв., их участниках;</w:t>
      </w:r>
    </w:p>
    <w:p w:rsidR="0002322D" w:rsidRDefault="0002322D">
      <w:pPr>
        <w:numPr>
          <w:ilvl w:val="0"/>
          <w:numId w:val="21"/>
        </w:numPr>
        <w:spacing w:after="0" w:line="264" w:lineRule="auto"/>
        <w:jc w:val="both"/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</w:t>
      </w:r>
      <w:r>
        <w:rPr>
          <w:rFonts w:ascii="Times New Roman" w:hAnsi="Times New Roman" w:cs="Times New Roman"/>
          <w:color w:val="000000"/>
          <w:sz w:val="28"/>
          <w:szCs w:val="28"/>
        </w:rPr>
        <w:t>(ключевые факты биографии, личные качества, деятельность);</w:t>
      </w:r>
    </w:p>
    <w:p w:rsidR="0002322D" w:rsidRPr="00C063DF" w:rsidRDefault="0002322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02322D" w:rsidRPr="00C063DF" w:rsidRDefault="0002322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6. Анализ, объяснение исторических событий, явлений:</w:t>
      </w:r>
    </w:p>
    <w:p w:rsidR="0002322D" w:rsidRPr="00C063DF" w:rsidRDefault="0002322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в европейских странах;</w:t>
      </w:r>
    </w:p>
    <w:p w:rsidR="0002322D" w:rsidRPr="00C063DF" w:rsidRDefault="0002322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2322D" w:rsidRPr="00C063DF" w:rsidRDefault="0002322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2322D" w:rsidRPr="00C063DF" w:rsidRDefault="0002322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2322D" w:rsidRPr="00C063DF" w:rsidRDefault="0002322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2322D" w:rsidRPr="00C063DF" w:rsidRDefault="0002322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02322D" w:rsidRPr="00C063DF" w:rsidRDefault="0002322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8. Применение исторических знаний:</w:t>
      </w:r>
    </w:p>
    <w:p w:rsidR="0002322D" w:rsidRPr="00C063DF" w:rsidRDefault="0002322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2322D" w:rsidRPr="00C063DF" w:rsidRDefault="0002322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для времени, когда они появились, и для современного общества;</w:t>
      </w:r>
    </w:p>
    <w:p w:rsidR="0002322D" w:rsidRDefault="0002322D">
      <w:pPr>
        <w:numPr>
          <w:ilvl w:val="0"/>
          <w:numId w:val="23"/>
        </w:numPr>
        <w:spacing w:after="0" w:line="264" w:lineRule="auto"/>
        <w:jc w:val="both"/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</w:t>
      </w:r>
      <w:r>
        <w:rPr>
          <w:rFonts w:ascii="Times New Roman" w:hAnsi="Times New Roman" w:cs="Times New Roman"/>
          <w:color w:val="000000"/>
          <w:sz w:val="28"/>
          <w:szCs w:val="28"/>
        </w:rPr>
        <w:t>(в том числе на региональном материале).</w:t>
      </w:r>
    </w:p>
    <w:p w:rsidR="0002322D" w:rsidRDefault="0002322D">
      <w:pPr>
        <w:spacing w:after="0" w:line="264" w:lineRule="auto"/>
        <w:ind w:left="120"/>
        <w:jc w:val="both"/>
      </w:pP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КЛАСС</w:t>
      </w:r>
    </w:p>
    <w:p w:rsidR="0002322D" w:rsidRDefault="0002322D">
      <w:pPr>
        <w:spacing w:after="0" w:line="264" w:lineRule="auto"/>
        <w:ind w:left="120"/>
        <w:jc w:val="both"/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1. Знание хронологии, работа с хронологией:</w:t>
      </w:r>
    </w:p>
    <w:p w:rsidR="0002322D" w:rsidRPr="00C063DF" w:rsidRDefault="0002322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 определять их принадлежность к историческому периоду, этапу;</w:t>
      </w:r>
    </w:p>
    <w:p w:rsidR="0002322D" w:rsidRPr="00C063DF" w:rsidRDefault="0002322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2. Знание исторических фактов, работа с фактами:</w:t>
      </w:r>
    </w:p>
    <w:p w:rsidR="0002322D" w:rsidRPr="00C063DF" w:rsidRDefault="0002322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</w:t>
      </w:r>
    </w:p>
    <w:p w:rsidR="0002322D" w:rsidRPr="00C063DF" w:rsidRDefault="0002322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 Работа с исторической картой:</w:t>
      </w:r>
    </w:p>
    <w:p w:rsidR="0002322D" w:rsidRPr="00C063DF" w:rsidRDefault="0002322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4. Работа с историческими источниками:</w:t>
      </w:r>
    </w:p>
    <w:p w:rsidR="0002322D" w:rsidRPr="00C063DF" w:rsidRDefault="0002322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2322D" w:rsidRPr="00C063DF" w:rsidRDefault="0002322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2322D" w:rsidRPr="00C063DF" w:rsidRDefault="0002322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5. Историческое описание (реконструкция):</w:t>
      </w:r>
    </w:p>
    <w:p w:rsidR="0002322D" w:rsidRPr="00C063DF" w:rsidRDefault="0002322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их участниках;</w:t>
      </w:r>
    </w:p>
    <w:p w:rsidR="0002322D" w:rsidRPr="00C063DF" w:rsidRDefault="0002322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на основе информации учебника и дополнительных материалов;</w:t>
      </w:r>
    </w:p>
    <w:p w:rsidR="0002322D" w:rsidRPr="00C063DF" w:rsidRDefault="0002322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</w:t>
      </w:r>
    </w:p>
    <w:p w:rsidR="0002322D" w:rsidRPr="00C063DF" w:rsidRDefault="0002322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6. Анализ, объяснение исторических событий, явлений:</w:t>
      </w:r>
    </w:p>
    <w:p w:rsidR="0002322D" w:rsidRPr="00C063DF" w:rsidRDefault="0002322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 б) изменений, происшедших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02322D" w:rsidRPr="00C063DF" w:rsidRDefault="0002322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2322D" w:rsidRPr="00C063DF" w:rsidRDefault="0002322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2322D" w:rsidRPr="00C063DF" w:rsidRDefault="0002322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02322D" w:rsidRPr="00C063DF" w:rsidRDefault="0002322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2322D" w:rsidRPr="00C063DF" w:rsidRDefault="0002322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02322D" w:rsidRPr="00C063DF" w:rsidRDefault="0002322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8. Применение исторических знаний:</w:t>
      </w:r>
    </w:p>
    <w:p w:rsidR="0002322D" w:rsidRPr="00C063DF" w:rsidRDefault="0002322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02322D" w:rsidRPr="00C063DF" w:rsidRDefault="0002322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(в том числе на региональном материале).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9 КЛАСС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1. Знание хронологии, работа с хронологией:</w:t>
      </w:r>
    </w:p>
    <w:p w:rsidR="0002322D" w:rsidRPr="00C063DF" w:rsidRDefault="0002322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 выделять этапы (периоды) в развитии ключевых событий и процессов;</w:t>
      </w:r>
    </w:p>
    <w:p w:rsidR="0002322D" w:rsidRPr="00C063DF" w:rsidRDefault="0002322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</w:t>
      </w:r>
    </w:p>
    <w:p w:rsidR="0002322D" w:rsidRPr="00C063DF" w:rsidRDefault="0002322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на основе анализа причинно-следственных связей.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2. Знание исторических фактов, работа с фактами:</w:t>
      </w:r>
    </w:p>
    <w:p w:rsidR="0002322D" w:rsidRPr="00C063DF" w:rsidRDefault="0002322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</w:t>
      </w:r>
    </w:p>
    <w:p w:rsidR="0002322D" w:rsidRPr="00C063DF" w:rsidRDefault="0002322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2322D" w:rsidRDefault="0002322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составлять систематические таблицы;</w:t>
      </w:r>
    </w:p>
    <w:p w:rsidR="0002322D" w:rsidRPr="00C063DF" w:rsidRDefault="0002322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 Работа с исторической картой:</w:t>
      </w:r>
    </w:p>
    <w:p w:rsidR="0002322D" w:rsidRPr="00C063DF" w:rsidRDefault="0002322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</w:t>
      </w:r>
    </w:p>
    <w:p w:rsidR="0002322D" w:rsidRPr="00C063DF" w:rsidRDefault="0002322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4. Работа с историческими источниками:</w:t>
      </w:r>
    </w:p>
    <w:p w:rsidR="0002322D" w:rsidRPr="00C063DF" w:rsidRDefault="0002322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2322D" w:rsidRPr="00C063DF" w:rsidRDefault="0002322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2322D" w:rsidRPr="00C063DF" w:rsidRDefault="0002322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из разных письменных, визуальных и вещественных источников;</w:t>
      </w:r>
    </w:p>
    <w:p w:rsidR="0002322D" w:rsidRPr="00C063DF" w:rsidRDefault="0002322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 тексте письменных источников факты и интерпретации событий прошлого.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5. Историческое описание (реконструкция):</w:t>
      </w:r>
    </w:p>
    <w:p w:rsidR="0002322D" w:rsidRPr="00C063DF" w:rsidRDefault="0002322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02322D" w:rsidRPr="00C063DF" w:rsidRDefault="0002322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02322D" w:rsidRPr="00C063DF" w:rsidRDefault="0002322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02322D" w:rsidRPr="00C063DF" w:rsidRDefault="0002322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6. Анализ, объяснение исторических событий, явлений:</w:t>
      </w:r>
    </w:p>
    <w:p w:rsidR="0002322D" w:rsidRPr="00C063DF" w:rsidRDefault="0002322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2322D" w:rsidRPr="00C063DF" w:rsidRDefault="0002322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2322D" w:rsidRPr="00C063DF" w:rsidRDefault="0002322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02322D" w:rsidRPr="00C063DF" w:rsidRDefault="0002322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02322D" w:rsidRPr="00C063DF" w:rsidRDefault="0002322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02322D" w:rsidRPr="00C063DF" w:rsidRDefault="0002322D">
      <w:pPr>
        <w:spacing w:after="0" w:line="264" w:lineRule="auto"/>
        <w:ind w:left="120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2322D" w:rsidRPr="00C063DF" w:rsidRDefault="0002322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объяснять, что могло лежать в их основе;</w:t>
      </w:r>
    </w:p>
    <w:p w:rsidR="0002322D" w:rsidRPr="00C063DF" w:rsidRDefault="0002322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2322D" w:rsidRPr="00C063DF" w:rsidRDefault="0002322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2322D" w:rsidRDefault="0002322D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8. Применение исторических знаний:</w:t>
      </w:r>
    </w:p>
    <w:p w:rsidR="0002322D" w:rsidRPr="00C063DF" w:rsidRDefault="0002322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02322D" w:rsidRPr="00C063DF" w:rsidRDefault="0002322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ХХ в. (в том числе на региональном материале);</w:t>
      </w:r>
    </w:p>
    <w:p w:rsidR="0002322D" w:rsidRPr="00C063DF" w:rsidRDefault="0002322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2322D" w:rsidRPr="00C063DF" w:rsidRDefault="0002322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ХХ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063D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</w:t>
      </w:r>
    </w:p>
    <w:p w:rsidR="0002322D" w:rsidRPr="00C063DF" w:rsidRDefault="0002322D">
      <w:pPr>
        <w:rPr>
          <w:lang w:val="ru-RU"/>
        </w:rPr>
        <w:sectPr w:rsidR="0002322D" w:rsidRPr="00C063DF">
          <w:pgSz w:w="11906" w:h="16383"/>
          <w:pgMar w:top="1134" w:right="850" w:bottom="1134" w:left="1701" w:header="720" w:footer="720" w:gutter="0"/>
          <w:cols w:space="720"/>
        </w:sectPr>
      </w:pPr>
    </w:p>
    <w:p w:rsidR="0002322D" w:rsidRDefault="0002322D">
      <w:pPr>
        <w:spacing w:after="0"/>
        <w:ind w:left="120"/>
      </w:pPr>
      <w:bookmarkStart w:id="8" w:name="block_35572305"/>
      <w:bookmarkEnd w:id="7"/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ТЕМАТИЧЕСКОЕ ПЛАНИРОВАНИЕ </w:t>
      </w:r>
    </w:p>
    <w:p w:rsidR="0002322D" w:rsidRDefault="0002322D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82"/>
        <w:gridCol w:w="4729"/>
        <w:gridCol w:w="1563"/>
        <w:gridCol w:w="1841"/>
        <w:gridCol w:w="1910"/>
        <w:gridCol w:w="2694"/>
      </w:tblGrid>
      <w:tr w:rsidR="0002322D" w:rsidRPr="005361C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  <w:tr w:rsidR="0002322D" w:rsidRPr="00C063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2.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Древний Рим</w:t>
            </w: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</w:tbl>
    <w:p w:rsidR="0002322D" w:rsidRDefault="0002322D">
      <w:pPr>
        <w:sectPr w:rsidR="0002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22D" w:rsidRDefault="0002322D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60"/>
        <w:gridCol w:w="4551"/>
        <w:gridCol w:w="1596"/>
        <w:gridCol w:w="1841"/>
        <w:gridCol w:w="1910"/>
        <w:gridCol w:w="2753"/>
      </w:tblGrid>
      <w:tr w:rsidR="0002322D" w:rsidRPr="005361C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</w:tr>
      <w:tr w:rsidR="0002322D" w:rsidRPr="00C063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  <w:tr w:rsidR="0002322D" w:rsidRPr="00C063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2.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</w:tbl>
    <w:p w:rsidR="0002322D" w:rsidRDefault="0002322D">
      <w:pPr>
        <w:sectPr w:rsidR="0002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22D" w:rsidRDefault="0002322D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82"/>
        <w:gridCol w:w="4729"/>
        <w:gridCol w:w="1563"/>
        <w:gridCol w:w="1841"/>
        <w:gridCol w:w="1910"/>
        <w:gridCol w:w="2694"/>
      </w:tblGrid>
      <w:tr w:rsidR="0002322D" w:rsidRPr="005361C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  <w:tr w:rsidR="0002322D" w:rsidRPr="00C063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2.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—</w:t>
            </w: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</w:tbl>
    <w:p w:rsidR="0002322D" w:rsidRDefault="0002322D">
      <w:pPr>
        <w:sectPr w:rsidR="0002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22D" w:rsidRDefault="0002322D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89"/>
        <w:gridCol w:w="1841"/>
        <w:gridCol w:w="1910"/>
        <w:gridCol w:w="2741"/>
      </w:tblGrid>
      <w:tr w:rsidR="0002322D" w:rsidRPr="005361C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XVIII в.</w:t>
            </w: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  <w:tr w:rsidR="0002322D" w:rsidRPr="00C063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2.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</w:tbl>
    <w:p w:rsidR="0002322D" w:rsidRDefault="0002322D">
      <w:pPr>
        <w:sectPr w:rsidR="0002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22D" w:rsidRDefault="0002322D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9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41"/>
        <w:gridCol w:w="4670"/>
        <w:gridCol w:w="1542"/>
        <w:gridCol w:w="1841"/>
        <w:gridCol w:w="1910"/>
        <w:gridCol w:w="2677"/>
      </w:tblGrid>
      <w:tr w:rsidR="0002322D" w:rsidRPr="005361C2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  <w:tr w:rsidR="0002322D" w:rsidRPr="00C063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2.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3.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C063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России"</w:t>
            </w: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</w:tbl>
    <w:p w:rsidR="0002322D" w:rsidRDefault="0002322D">
      <w:pPr>
        <w:sectPr w:rsidR="0002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22D" w:rsidRDefault="0002322D">
      <w:pPr>
        <w:sectPr w:rsidR="0002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22D" w:rsidRDefault="0002322D">
      <w:pPr>
        <w:spacing w:after="0"/>
        <w:ind w:left="120"/>
      </w:pPr>
      <w:bookmarkStart w:id="9" w:name="block_35572306"/>
      <w:bookmarkEnd w:id="8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ПОУРОЧНОЕ ПЛАНИРОВАНИЕ </w:t>
      </w:r>
    </w:p>
    <w:p w:rsidR="0002322D" w:rsidRDefault="0002322D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10"/>
        <w:gridCol w:w="3771"/>
        <w:gridCol w:w="947"/>
        <w:gridCol w:w="1841"/>
        <w:gridCol w:w="1911"/>
        <w:gridCol w:w="1347"/>
        <w:gridCol w:w="3221"/>
      </w:tblGrid>
      <w:tr w:rsidR="0002322D" w:rsidRPr="005361C2">
        <w:trPr>
          <w:trHeight w:val="144"/>
          <w:tblCellSpacing w:w="20" w:type="nil"/>
        </w:trPr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3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3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 w:rsidRPr="008F3EA6">
              <w:rPr>
                <w:lang w:val="ru-RU"/>
              </w:rPr>
              <w:t>0</w:t>
            </w:r>
            <w:r>
              <w:rPr>
                <w:lang w:val="ru-RU"/>
              </w:rPr>
              <w:t>4</w:t>
            </w:r>
            <w:r w:rsidRPr="008F3EA6">
              <w:rPr>
                <w:lang w:val="ru-RU"/>
              </w:rPr>
              <w:t>.09.2024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Происхождение, расселение и эволюция древнейшего человека.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10</w:t>
            </w:r>
            <w:r w:rsidRPr="008F3EA6">
              <w:rPr>
                <w:lang w:val="ru-RU"/>
              </w:rPr>
              <w:t>.09.2024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11</w:t>
            </w:r>
            <w:r w:rsidRPr="008F3EA6">
              <w:rPr>
                <w:lang w:val="ru-RU"/>
              </w:rPr>
              <w:t>.09.2024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17</w:t>
            </w:r>
            <w:r w:rsidRPr="008F3EA6">
              <w:rPr>
                <w:lang w:val="ru-RU"/>
              </w:rPr>
              <w:t>.09.2024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18</w:t>
            </w:r>
            <w:r w:rsidRPr="008F3EA6">
              <w:rPr>
                <w:lang w:val="ru-RU"/>
              </w:rPr>
              <w:t>.09.2024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25</w:t>
            </w:r>
            <w:r w:rsidRPr="008F3EA6">
              <w:rPr>
                <w:lang w:val="ru-RU"/>
              </w:rPr>
              <w:t>.09.2024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26</w:t>
            </w:r>
            <w:r w:rsidRPr="008F3EA6">
              <w:rPr>
                <w:lang w:val="ru-RU"/>
              </w:rPr>
              <w:t>.09.2024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01.10.2024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faa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02</w:t>
            </w:r>
            <w:r w:rsidRPr="00423D7B">
              <w:rPr>
                <w:lang w:val="ru-RU"/>
              </w:rPr>
              <w:t>.10.2024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08</w:t>
            </w:r>
            <w:r w:rsidRPr="00423D7B">
              <w:rPr>
                <w:lang w:val="ru-RU"/>
              </w:rPr>
              <w:t>.10.2024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09</w:t>
            </w:r>
            <w:r w:rsidRPr="00423D7B">
              <w:rPr>
                <w:lang w:val="ru-RU"/>
              </w:rPr>
              <w:t>.10.2024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15</w:t>
            </w:r>
            <w:r w:rsidRPr="00423D7B">
              <w:rPr>
                <w:lang w:val="ru-RU"/>
              </w:rPr>
              <w:t>.10.2024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16</w:t>
            </w:r>
            <w:r w:rsidRPr="00423D7B">
              <w:rPr>
                <w:lang w:val="ru-RU"/>
              </w:rPr>
              <w:t>.10.2024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23</w:t>
            </w:r>
            <w:r w:rsidRPr="00423D7B">
              <w:rPr>
                <w:lang w:val="ru-RU"/>
              </w:rPr>
              <w:t>.10.2024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24</w:t>
            </w:r>
            <w:r w:rsidRPr="00423D7B">
              <w:rPr>
                <w:lang w:val="ru-RU"/>
              </w:rPr>
              <w:t>.10.2024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fbac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05</w:t>
            </w:r>
            <w:r w:rsidRPr="00423D7B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  <w:r w:rsidRPr="00423D7B">
              <w:rPr>
                <w:lang w:val="ru-RU"/>
              </w:rPr>
              <w:t>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fbdd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 w:rsidRPr="00BD49BD">
              <w:rPr>
                <w:lang w:val="ru-RU"/>
              </w:rPr>
              <w:t>0</w:t>
            </w:r>
            <w:r>
              <w:rPr>
                <w:lang w:val="ru-RU"/>
              </w:rPr>
              <w:t>6</w:t>
            </w:r>
            <w:r w:rsidRPr="00BD49BD">
              <w:rPr>
                <w:lang w:val="ru-RU"/>
              </w:rPr>
              <w:t>.11.2024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0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12</w:t>
            </w:r>
            <w:r w:rsidRPr="00BD49BD">
              <w:rPr>
                <w:lang w:val="ru-RU"/>
              </w:rPr>
              <w:t>.11.2024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13</w:t>
            </w:r>
            <w:r w:rsidRPr="00BD49BD">
              <w:rPr>
                <w:lang w:val="ru-RU"/>
              </w:rPr>
              <w:t>.11.2024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19</w:t>
            </w:r>
            <w:r w:rsidRPr="00BD49BD">
              <w:rPr>
                <w:lang w:val="ru-RU"/>
              </w:rPr>
              <w:t>.11.2024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20</w:t>
            </w:r>
            <w:r w:rsidRPr="00BD49BD">
              <w:rPr>
                <w:lang w:val="ru-RU"/>
              </w:rPr>
              <w:t>.11.2024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26</w:t>
            </w:r>
            <w:r w:rsidRPr="00BD49BD">
              <w:rPr>
                <w:lang w:val="ru-RU"/>
              </w:rPr>
              <w:t>.11.2024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fcaf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27</w:t>
            </w:r>
            <w:r w:rsidRPr="00423D7B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  <w:r w:rsidRPr="00423D7B">
              <w:rPr>
                <w:lang w:val="ru-RU"/>
              </w:rPr>
              <w:t>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fce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03</w:t>
            </w:r>
            <w:r w:rsidRPr="00423D7B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  <w:r w:rsidRPr="00423D7B">
              <w:rPr>
                <w:lang w:val="ru-RU"/>
              </w:rPr>
              <w:t>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 w:rsidRPr="009B3DCF">
              <w:rPr>
                <w:lang w:val="ru-RU"/>
              </w:rPr>
              <w:t>0</w:t>
            </w:r>
            <w:r>
              <w:rPr>
                <w:lang w:val="ru-RU"/>
              </w:rPr>
              <w:t>4</w:t>
            </w:r>
            <w:r w:rsidRPr="009B3DCF">
              <w:rPr>
                <w:lang w:val="ru-RU"/>
              </w:rPr>
              <w:t>.12.2024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10</w:t>
            </w:r>
            <w:r w:rsidRPr="009B3DCF">
              <w:rPr>
                <w:lang w:val="ru-RU"/>
              </w:rPr>
              <w:t>.12.2024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11</w:t>
            </w:r>
            <w:r w:rsidRPr="009B3DCF">
              <w:rPr>
                <w:lang w:val="ru-RU"/>
              </w:rPr>
              <w:t>.12.2024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17</w:t>
            </w:r>
            <w:r w:rsidRPr="009B3DCF">
              <w:rPr>
                <w:lang w:val="ru-RU"/>
              </w:rPr>
              <w:t>.12.2024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18</w:t>
            </w:r>
            <w:r w:rsidRPr="009B3DCF">
              <w:rPr>
                <w:lang w:val="ru-RU"/>
              </w:rPr>
              <w:t>.12.2024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24</w:t>
            </w:r>
            <w:r w:rsidRPr="00071E24">
              <w:rPr>
                <w:lang w:val="ru-RU"/>
              </w:rPr>
              <w:t>.12.2024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25</w:t>
            </w:r>
            <w:r w:rsidRPr="00071E24">
              <w:rPr>
                <w:lang w:val="ru-RU"/>
              </w:rPr>
              <w:t>.12.2024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aae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14</w:t>
            </w:r>
            <w:r w:rsidRPr="00071E24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15</w:t>
            </w:r>
            <w:r w:rsidRPr="00071E24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21</w:t>
            </w:r>
            <w:r w:rsidRPr="00B66652">
              <w:rPr>
                <w:lang w:val="ru-RU"/>
              </w:rPr>
              <w:t>.</w:t>
            </w:r>
            <w:r>
              <w:rPr>
                <w:lang w:val="ru-RU"/>
              </w:rPr>
              <w:t xml:space="preserve"> 01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22</w:t>
            </w:r>
            <w:r w:rsidRPr="00B66652">
              <w:rPr>
                <w:lang w:val="ru-RU"/>
              </w:rPr>
              <w:t>.</w:t>
            </w:r>
            <w:r>
              <w:rPr>
                <w:lang w:val="ru-RU"/>
              </w:rPr>
              <w:t xml:space="preserve"> 01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28</w:t>
            </w:r>
            <w:r w:rsidRPr="00B66652">
              <w:rPr>
                <w:lang w:val="ru-RU"/>
              </w:rPr>
              <w:t>.</w:t>
            </w:r>
            <w:r>
              <w:rPr>
                <w:lang w:val="ru-RU"/>
              </w:rPr>
              <w:t xml:space="preserve"> 01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29</w:t>
            </w:r>
            <w:r w:rsidRPr="00B66652">
              <w:rPr>
                <w:lang w:val="ru-RU"/>
              </w:rPr>
              <w:t>.</w:t>
            </w:r>
            <w:r>
              <w:rPr>
                <w:lang w:val="ru-RU"/>
              </w:rPr>
              <w:t xml:space="preserve"> 01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</w:t>
            </w:r>
            <w:r w:rsidRPr="00B66652">
              <w:rPr>
                <w:lang w:val="ru-RU"/>
              </w:rPr>
              <w:t>4.</w:t>
            </w:r>
            <w:r>
              <w:rPr>
                <w:lang w:val="ru-RU"/>
              </w:rPr>
              <w:t xml:space="preserve"> 02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05</w:t>
            </w:r>
            <w:r w:rsidRPr="00B66652">
              <w:rPr>
                <w:lang w:val="ru-RU"/>
              </w:rPr>
              <w:t>.</w:t>
            </w:r>
            <w:r>
              <w:rPr>
                <w:lang w:val="ru-RU"/>
              </w:rPr>
              <w:t xml:space="preserve"> 02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11</w:t>
            </w:r>
            <w:r w:rsidRPr="00935737">
              <w:rPr>
                <w:lang w:val="ru-RU"/>
              </w:rPr>
              <w:t>. 02.2025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12</w:t>
            </w:r>
            <w:r w:rsidRPr="00935737">
              <w:rPr>
                <w:lang w:val="ru-RU"/>
              </w:rPr>
              <w:t>. 02.2025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18</w:t>
            </w:r>
            <w:r w:rsidRPr="00935737">
              <w:rPr>
                <w:lang w:val="ru-RU"/>
              </w:rPr>
              <w:t>. 02.2025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bcf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19</w:t>
            </w:r>
            <w:r w:rsidRPr="00935737">
              <w:rPr>
                <w:lang w:val="ru-RU"/>
              </w:rPr>
              <w:t>. 02.2025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25</w:t>
            </w:r>
            <w:r w:rsidRPr="00935737">
              <w:rPr>
                <w:lang w:val="ru-RU"/>
              </w:rPr>
              <w:t>. 02.2025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Эллинизм»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26</w:t>
            </w:r>
            <w:r w:rsidRPr="00B66652">
              <w:rPr>
                <w:lang w:val="ru-RU"/>
              </w:rPr>
              <w:t>.</w:t>
            </w:r>
            <w:r>
              <w:rPr>
                <w:lang w:val="ru-RU"/>
              </w:rPr>
              <w:t>02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04</w:t>
            </w:r>
            <w:r w:rsidRPr="00B66652">
              <w:rPr>
                <w:lang w:val="ru-RU"/>
              </w:rPr>
              <w:t>.</w:t>
            </w:r>
            <w:r>
              <w:rPr>
                <w:lang w:val="ru-RU"/>
              </w:rPr>
              <w:t>03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05</w:t>
            </w:r>
            <w:r w:rsidRPr="002772EC">
              <w:rPr>
                <w:lang w:val="ru-RU"/>
              </w:rPr>
              <w:t>.03.2025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11</w:t>
            </w:r>
            <w:r w:rsidRPr="002772EC">
              <w:rPr>
                <w:lang w:val="ru-RU"/>
              </w:rPr>
              <w:t>.03.2025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12</w:t>
            </w:r>
            <w:r w:rsidRPr="002772EC">
              <w:rPr>
                <w:lang w:val="ru-RU"/>
              </w:rPr>
              <w:t>.03.2025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18</w:t>
            </w:r>
            <w:r w:rsidRPr="002772EC">
              <w:rPr>
                <w:lang w:val="ru-RU"/>
              </w:rPr>
              <w:t>.03.2025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19</w:t>
            </w:r>
            <w:r w:rsidRPr="002772EC">
              <w:rPr>
                <w:lang w:val="ru-RU"/>
              </w:rPr>
              <w:t>.03.2025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01</w:t>
            </w:r>
            <w:r w:rsidRPr="00860D95">
              <w:rPr>
                <w:lang w:val="ru-RU"/>
              </w:rPr>
              <w:t>.</w:t>
            </w:r>
            <w:r>
              <w:rPr>
                <w:lang w:val="ru-RU"/>
              </w:rPr>
              <w:t>04</w:t>
            </w:r>
            <w:r w:rsidRPr="00860D95">
              <w:rPr>
                <w:lang w:val="ru-RU"/>
              </w:rPr>
              <w:t>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02</w:t>
            </w:r>
            <w:r w:rsidRPr="00860D95">
              <w:rPr>
                <w:lang w:val="ru-RU"/>
              </w:rPr>
              <w:t>.</w:t>
            </w:r>
            <w:r>
              <w:rPr>
                <w:lang w:val="ru-RU"/>
              </w:rPr>
              <w:t>04</w:t>
            </w:r>
            <w:r w:rsidRPr="00860D95">
              <w:rPr>
                <w:lang w:val="ru-RU"/>
              </w:rPr>
              <w:t>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08</w:t>
            </w:r>
            <w:r w:rsidRPr="007566ED">
              <w:rPr>
                <w:lang w:val="ru-RU"/>
              </w:rPr>
              <w:t>.04.2025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faa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09</w:t>
            </w:r>
            <w:r w:rsidRPr="007566ED">
              <w:rPr>
                <w:lang w:val="ru-RU"/>
              </w:rPr>
              <w:t>.04.2025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15</w:t>
            </w:r>
            <w:r w:rsidRPr="007566ED">
              <w:rPr>
                <w:lang w:val="ru-RU"/>
              </w:rPr>
              <w:t>.04.2025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16</w:t>
            </w:r>
            <w:r w:rsidRPr="007566ED">
              <w:rPr>
                <w:lang w:val="ru-RU"/>
              </w:rPr>
              <w:t>.04.2025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22</w:t>
            </w:r>
            <w:r w:rsidRPr="007566ED">
              <w:rPr>
                <w:lang w:val="ru-RU"/>
              </w:rPr>
              <w:t>.04.2025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23</w:t>
            </w:r>
            <w:r w:rsidRPr="00EC15F0">
              <w:rPr>
                <w:lang w:val="ru-RU"/>
              </w:rPr>
              <w:t>.04.2025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29</w:t>
            </w:r>
            <w:r w:rsidRPr="00EC15F0">
              <w:rPr>
                <w:lang w:val="ru-RU"/>
              </w:rPr>
              <w:t>.04.2025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30</w:t>
            </w:r>
            <w:r w:rsidRPr="00EC15F0">
              <w:rPr>
                <w:lang w:val="ru-RU"/>
              </w:rPr>
              <w:t>.04.2025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06</w:t>
            </w:r>
            <w:r w:rsidRPr="00860D95">
              <w:rPr>
                <w:lang w:val="ru-RU"/>
              </w:rPr>
              <w:t>.</w:t>
            </w:r>
            <w:r>
              <w:rPr>
                <w:lang w:val="ru-RU"/>
              </w:rPr>
              <w:t>05</w:t>
            </w:r>
            <w:r w:rsidRPr="00860D95">
              <w:rPr>
                <w:lang w:val="ru-RU"/>
              </w:rPr>
              <w:t>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/8864795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07</w:t>
            </w:r>
            <w:r w:rsidRPr="00075DBA">
              <w:rPr>
                <w:lang w:val="ru-RU"/>
              </w:rPr>
              <w:t>.05.2025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13</w:t>
            </w:r>
            <w:r w:rsidRPr="00075DBA">
              <w:rPr>
                <w:lang w:val="ru-RU"/>
              </w:rPr>
              <w:t>.05.2025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14</w:t>
            </w:r>
            <w:r w:rsidRPr="00075DBA">
              <w:rPr>
                <w:lang w:val="ru-RU"/>
              </w:rPr>
              <w:t>.05.2025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20</w:t>
            </w:r>
            <w:r w:rsidRPr="00075DBA">
              <w:rPr>
                <w:lang w:val="ru-RU"/>
              </w:rPr>
              <w:t>.05.2025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21</w:t>
            </w:r>
            <w:r w:rsidRPr="00075DBA">
              <w:rPr>
                <w:lang w:val="ru-RU"/>
              </w:rPr>
              <w:t>.05.2025</w:t>
            </w:r>
          </w:p>
        </w:tc>
        <w:tc>
          <w:tcPr>
            <w:tcW w:w="322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</w:tbl>
    <w:p w:rsidR="0002322D" w:rsidRDefault="0002322D">
      <w:pPr>
        <w:sectPr w:rsidR="0002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22D" w:rsidRDefault="0002322D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68"/>
        <w:gridCol w:w="4127"/>
        <w:gridCol w:w="956"/>
        <w:gridCol w:w="1841"/>
        <w:gridCol w:w="1910"/>
        <w:gridCol w:w="1347"/>
        <w:gridCol w:w="2799"/>
      </w:tblGrid>
      <w:tr w:rsidR="0002322D" w:rsidRPr="005361C2">
        <w:trPr>
          <w:trHeight w:val="144"/>
          <w:tblCellSpacing w:w="20" w:type="nil"/>
        </w:trPr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4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91393E" w:rsidRDefault="000232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 w:rsidRPr="00E63469">
              <w:rPr>
                <w:lang w:val="ru-RU"/>
              </w:rPr>
              <w:t>0</w:t>
            </w:r>
            <w:r>
              <w:rPr>
                <w:lang w:val="ru-RU"/>
              </w:rPr>
              <w:t>5</w:t>
            </w:r>
            <w:r w:rsidRPr="00E63469">
              <w:rPr>
                <w:lang w:val="ru-RU"/>
              </w:rPr>
              <w:t>.09.2024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10</w:t>
            </w:r>
            <w:r w:rsidRPr="00E63469">
              <w:rPr>
                <w:lang w:val="ru-RU"/>
              </w:rPr>
              <w:t>.09.2024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12</w:t>
            </w:r>
            <w:r w:rsidRPr="00E63469">
              <w:rPr>
                <w:lang w:val="ru-RU"/>
              </w:rPr>
              <w:t>.09.2024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17</w:t>
            </w:r>
            <w:r w:rsidRPr="00E63469">
              <w:rPr>
                <w:lang w:val="ru-RU"/>
              </w:rPr>
              <w:t>.09.2024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19</w:t>
            </w:r>
            <w:r w:rsidRPr="00E63469">
              <w:rPr>
                <w:lang w:val="ru-RU"/>
              </w:rPr>
              <w:t>.09.2024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24</w:t>
            </w:r>
            <w:r w:rsidRPr="0035256B">
              <w:rPr>
                <w:lang w:val="ru-RU"/>
              </w:rPr>
              <w:t>.09.2024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26</w:t>
            </w:r>
            <w:r w:rsidRPr="0035256B">
              <w:rPr>
                <w:lang w:val="ru-RU"/>
              </w:rPr>
              <w:t>.09.2024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/8864880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91393E" w:rsidRDefault="000232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/8864892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91393E" w:rsidRDefault="0002322D">
            <w:pPr>
              <w:spacing w:after="0"/>
              <w:rPr>
                <w:lang w:val="ru-RU"/>
              </w:rPr>
            </w:pPr>
            <w:r w:rsidRPr="009139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 w:rsidRPr="00B53CD4">
              <w:rPr>
                <w:lang w:val="ru-RU"/>
              </w:rPr>
              <w:t>0</w:t>
            </w:r>
            <w:r>
              <w:rPr>
                <w:lang w:val="ru-RU"/>
              </w:rPr>
              <w:t>3</w:t>
            </w:r>
            <w:r w:rsidRPr="00B53CD4">
              <w:rPr>
                <w:lang w:val="ru-RU"/>
              </w:rPr>
              <w:t>.10.2024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 w:rsidRPr="00B53CD4">
              <w:rPr>
                <w:lang w:val="ru-RU"/>
              </w:rPr>
              <w:t>0</w:t>
            </w:r>
            <w:r>
              <w:rPr>
                <w:lang w:val="ru-RU"/>
              </w:rPr>
              <w:t>8</w:t>
            </w:r>
            <w:r w:rsidRPr="00B53CD4">
              <w:rPr>
                <w:lang w:val="ru-RU"/>
              </w:rPr>
              <w:t>.10.2024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10</w:t>
            </w:r>
            <w:r w:rsidRPr="00B53CD4">
              <w:rPr>
                <w:lang w:val="ru-RU"/>
              </w:rPr>
              <w:t>.10.2024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15</w:t>
            </w:r>
            <w:r w:rsidRPr="00B53CD4">
              <w:rPr>
                <w:lang w:val="ru-RU"/>
              </w:rPr>
              <w:t>.10.2024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17</w:t>
            </w:r>
            <w:r w:rsidRPr="00B53CD4">
              <w:rPr>
                <w:lang w:val="ru-RU"/>
              </w:rPr>
              <w:t>.10.2024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22</w:t>
            </w:r>
            <w:r w:rsidRPr="00032D8C">
              <w:rPr>
                <w:lang w:val="ru-RU"/>
              </w:rPr>
              <w:t>.10.2024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24</w:t>
            </w:r>
            <w:r w:rsidRPr="00032D8C">
              <w:rPr>
                <w:lang w:val="ru-RU"/>
              </w:rPr>
              <w:t>.10.2024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/8864919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05.11.2024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 w:rsidRPr="00A7161D">
              <w:rPr>
                <w:lang w:val="ru-RU"/>
              </w:rPr>
              <w:t>0</w:t>
            </w:r>
            <w:r>
              <w:rPr>
                <w:lang w:val="ru-RU"/>
              </w:rPr>
              <w:t>7</w:t>
            </w:r>
            <w:r w:rsidRPr="00A7161D">
              <w:rPr>
                <w:lang w:val="ru-RU"/>
              </w:rPr>
              <w:t>.11.2024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12</w:t>
            </w:r>
            <w:r w:rsidRPr="00A7161D">
              <w:rPr>
                <w:lang w:val="ru-RU"/>
              </w:rPr>
              <w:t>.11.2024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14</w:t>
            </w:r>
            <w:r w:rsidRPr="00A7161D">
              <w:rPr>
                <w:lang w:val="ru-RU"/>
              </w:rPr>
              <w:t>.11.2024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19</w:t>
            </w:r>
            <w:r w:rsidRPr="00A7161D">
              <w:rPr>
                <w:lang w:val="ru-RU"/>
              </w:rPr>
              <w:t>.11.2024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21</w:t>
            </w:r>
            <w:r w:rsidRPr="00A7161D">
              <w:rPr>
                <w:lang w:val="ru-RU"/>
              </w:rPr>
              <w:t>.11.2024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26</w:t>
            </w:r>
            <w:r w:rsidRPr="00A7161D">
              <w:rPr>
                <w:lang w:val="ru-RU"/>
              </w:rPr>
              <w:t>.11.2024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28</w:t>
            </w:r>
            <w:r w:rsidRPr="00A7161D">
              <w:rPr>
                <w:lang w:val="ru-RU"/>
              </w:rPr>
              <w:t>.11.2024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efa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03.12.2024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 w:rsidRPr="006C2ACA">
              <w:rPr>
                <w:lang w:val="ru-RU"/>
              </w:rPr>
              <w:t>0</w:t>
            </w:r>
            <w:r>
              <w:rPr>
                <w:lang w:val="ru-RU"/>
              </w:rPr>
              <w:t>5</w:t>
            </w:r>
            <w:r w:rsidRPr="006C2ACA">
              <w:rPr>
                <w:lang w:val="ru-RU"/>
              </w:rPr>
              <w:t>.12.2024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10</w:t>
            </w:r>
            <w:r w:rsidRPr="006C2ACA">
              <w:rPr>
                <w:lang w:val="ru-RU"/>
              </w:rPr>
              <w:t>.12.2024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12</w:t>
            </w:r>
            <w:r w:rsidRPr="006C2ACA">
              <w:rPr>
                <w:lang w:val="ru-RU"/>
              </w:rPr>
              <w:t>.12.2024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17</w:t>
            </w:r>
            <w:r w:rsidRPr="006C2ACA">
              <w:rPr>
                <w:lang w:val="ru-RU"/>
              </w:rPr>
              <w:t>.12.2024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19</w:t>
            </w:r>
            <w:r w:rsidRPr="004F7794">
              <w:rPr>
                <w:lang w:val="ru-RU"/>
              </w:rPr>
              <w:t>.12.2024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русские князья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24</w:t>
            </w:r>
            <w:r w:rsidRPr="004F7794">
              <w:rPr>
                <w:lang w:val="ru-RU"/>
              </w:rPr>
              <w:t>.12.2024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fad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26</w:t>
            </w:r>
            <w:r w:rsidRPr="004F7794">
              <w:rPr>
                <w:lang w:val="ru-RU"/>
              </w:rPr>
              <w:t>.12.2024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Pr="00603BEE" w:rsidRDefault="0002322D">
            <w:pPr>
              <w:rPr>
                <w:lang w:val="ru-RU"/>
              </w:rPr>
            </w:pPr>
            <w:r>
              <w:rPr>
                <w:lang w:val="ru-RU"/>
              </w:rPr>
              <w:t>09.01</w:t>
            </w:r>
            <w:r w:rsidRPr="004F779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603BEE" w:rsidRDefault="0002322D">
            <w:pPr>
              <w:spacing w:after="0"/>
              <w:rPr>
                <w:lang w:val="ru-RU"/>
              </w:rPr>
            </w:pPr>
            <w:r w:rsidRPr="00603B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603BEE" w:rsidRDefault="0002322D">
            <w:pPr>
              <w:spacing w:after="0"/>
              <w:ind w:left="135"/>
              <w:jc w:val="center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3B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603BEE" w:rsidRDefault="0002322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603BEE" w:rsidRDefault="0002322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14</w:t>
            </w:r>
            <w:r w:rsidRPr="00F22443">
              <w:rPr>
                <w:lang w:val="ru-RU"/>
              </w:rPr>
              <w:t>.01.2025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18030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16</w:t>
            </w:r>
            <w:r w:rsidRPr="00F22443">
              <w:rPr>
                <w:lang w:val="ru-RU"/>
              </w:rPr>
              <w:t>.01.2025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21</w:t>
            </w:r>
            <w:r w:rsidRPr="00F22443">
              <w:rPr>
                <w:lang w:val="ru-RU"/>
              </w:rPr>
              <w:t>.01.2025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23</w:t>
            </w:r>
            <w:r w:rsidRPr="00F22443">
              <w:rPr>
                <w:lang w:val="ru-RU"/>
              </w:rPr>
              <w:t>.01.2025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28.01</w:t>
            </w:r>
            <w:r w:rsidRPr="004F779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30.01</w:t>
            </w:r>
            <w:r w:rsidRPr="004F779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04.02</w:t>
            </w:r>
            <w:r w:rsidRPr="00497C1B">
              <w:rPr>
                <w:lang w:val="ru-RU"/>
              </w:rPr>
              <w:t>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06</w:t>
            </w:r>
            <w:r w:rsidRPr="00BF6220">
              <w:rPr>
                <w:lang w:val="ru-RU"/>
              </w:rPr>
              <w:t>.02.2025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18134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11</w:t>
            </w:r>
            <w:r w:rsidRPr="00BF6220">
              <w:rPr>
                <w:lang w:val="ru-RU"/>
              </w:rPr>
              <w:t>.02.2025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13</w:t>
            </w:r>
            <w:r w:rsidRPr="00BF6220">
              <w:rPr>
                <w:lang w:val="ru-RU"/>
              </w:rPr>
              <w:t>.02.2025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18</w:t>
            </w:r>
            <w:r w:rsidRPr="00BF6220">
              <w:rPr>
                <w:lang w:val="ru-RU"/>
              </w:rPr>
              <w:t>.02.2025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20</w:t>
            </w:r>
            <w:r w:rsidRPr="00497C1B">
              <w:rPr>
                <w:lang w:val="ru-RU"/>
              </w:rPr>
              <w:t>.01.2025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25</w:t>
            </w:r>
            <w:r w:rsidRPr="005E4042">
              <w:rPr>
                <w:lang w:val="ru-RU"/>
              </w:rPr>
              <w:t>.01.2025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27</w:t>
            </w:r>
            <w:r w:rsidRPr="005E4042">
              <w:rPr>
                <w:lang w:val="ru-RU"/>
              </w:rPr>
              <w:t>.01.2025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18230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04.03</w:t>
            </w:r>
            <w:r w:rsidRPr="00497C1B">
              <w:rPr>
                <w:lang w:val="ru-RU"/>
              </w:rPr>
              <w:t>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06</w:t>
            </w:r>
            <w:r w:rsidRPr="0093011F">
              <w:rPr>
                <w:lang w:val="ru-RU"/>
              </w:rPr>
              <w:t>.03.2025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11</w:t>
            </w:r>
            <w:r w:rsidRPr="0093011F">
              <w:rPr>
                <w:lang w:val="ru-RU"/>
              </w:rPr>
              <w:t>.03.2025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13</w:t>
            </w:r>
            <w:r w:rsidRPr="0093011F">
              <w:rPr>
                <w:lang w:val="ru-RU"/>
              </w:rPr>
              <w:t>.03.2025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18</w:t>
            </w:r>
            <w:r w:rsidRPr="0093011F">
              <w:rPr>
                <w:lang w:val="ru-RU"/>
              </w:rPr>
              <w:t>.03.2025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18</w:t>
            </w:r>
            <w:r w:rsidRPr="0093011F">
              <w:rPr>
                <w:lang w:val="ru-RU"/>
              </w:rPr>
              <w:t>.03.2025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20</w:t>
            </w:r>
            <w:r w:rsidRPr="00BC6083">
              <w:rPr>
                <w:lang w:val="ru-RU"/>
              </w:rPr>
              <w:t>.03.2025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01.04</w:t>
            </w:r>
            <w:r w:rsidRPr="00497C1B">
              <w:rPr>
                <w:lang w:val="ru-RU"/>
              </w:rPr>
              <w:t>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03</w:t>
            </w:r>
            <w:r w:rsidRPr="00FC5475">
              <w:rPr>
                <w:lang w:val="ru-RU"/>
              </w:rPr>
              <w:t>.04.2025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08</w:t>
            </w:r>
            <w:r w:rsidRPr="00FC5475">
              <w:rPr>
                <w:lang w:val="ru-RU"/>
              </w:rPr>
              <w:t>.04.2025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10</w:t>
            </w:r>
            <w:r w:rsidRPr="00FC5475">
              <w:rPr>
                <w:lang w:val="ru-RU"/>
              </w:rPr>
              <w:t>.04.2025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15</w:t>
            </w:r>
            <w:r w:rsidRPr="00FC5475">
              <w:rPr>
                <w:lang w:val="ru-RU"/>
              </w:rPr>
              <w:t>.04.2025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17.</w:t>
            </w:r>
            <w:r w:rsidRPr="00FC5475">
              <w:rPr>
                <w:lang w:val="ru-RU"/>
              </w:rPr>
              <w:t>04.2025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22</w:t>
            </w:r>
            <w:r w:rsidRPr="009245F2">
              <w:rPr>
                <w:lang w:val="ru-RU"/>
              </w:rPr>
              <w:t>.04.2025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18402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24</w:t>
            </w:r>
            <w:r w:rsidRPr="009245F2">
              <w:rPr>
                <w:lang w:val="ru-RU"/>
              </w:rPr>
              <w:t>.04.2025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29.04</w:t>
            </w:r>
            <w:r w:rsidRPr="00497C1B">
              <w:rPr>
                <w:lang w:val="ru-RU"/>
              </w:rPr>
              <w:t>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06.05</w:t>
            </w:r>
            <w:r w:rsidRPr="00497C1B">
              <w:rPr>
                <w:lang w:val="ru-RU"/>
              </w:rPr>
              <w:t>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08</w:t>
            </w:r>
            <w:r w:rsidRPr="00D21741">
              <w:rPr>
                <w:lang w:val="ru-RU"/>
              </w:rPr>
              <w:t>.05.2025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18466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13</w:t>
            </w:r>
            <w:r w:rsidRPr="00D21741">
              <w:rPr>
                <w:lang w:val="ru-RU"/>
              </w:rPr>
              <w:t>.05.2025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15</w:t>
            </w:r>
            <w:r w:rsidRPr="00D21741">
              <w:rPr>
                <w:lang w:val="ru-RU"/>
              </w:rPr>
              <w:t>.05.2025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20</w:t>
            </w:r>
            <w:r w:rsidRPr="00D21741">
              <w:rPr>
                <w:lang w:val="ru-RU"/>
              </w:rPr>
              <w:t>.05.2025</w:t>
            </w:r>
          </w:p>
        </w:tc>
        <w:tc>
          <w:tcPr>
            <w:tcW w:w="2799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</w:tbl>
    <w:p w:rsidR="0002322D" w:rsidRDefault="0002322D">
      <w:pPr>
        <w:sectPr w:rsidR="0002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22D" w:rsidRDefault="0002322D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94"/>
        <w:gridCol w:w="4273"/>
        <w:gridCol w:w="1045"/>
        <w:gridCol w:w="1841"/>
        <w:gridCol w:w="1910"/>
        <w:gridCol w:w="1347"/>
        <w:gridCol w:w="2738"/>
      </w:tblGrid>
      <w:tr w:rsidR="0002322D" w:rsidRPr="005361C2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4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 w:rsidP="009139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 w:rsidRPr="008F3EA6">
              <w:rPr>
                <w:lang w:val="ru-RU"/>
              </w:rPr>
              <w:t>0</w:t>
            </w:r>
            <w:r>
              <w:rPr>
                <w:lang w:val="ru-RU"/>
              </w:rPr>
              <w:t>4</w:t>
            </w:r>
            <w:r w:rsidRPr="008F3EA6">
              <w:rPr>
                <w:lang w:val="ru-RU"/>
              </w:rPr>
              <w:t>.09.2024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10</w:t>
            </w:r>
            <w:r w:rsidRPr="008F3EA6">
              <w:rPr>
                <w:lang w:val="ru-RU"/>
              </w:rPr>
              <w:t>.09.2024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11</w:t>
            </w:r>
            <w:r w:rsidRPr="008F3EA6">
              <w:rPr>
                <w:lang w:val="ru-RU"/>
              </w:rPr>
              <w:t>.09.2024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17</w:t>
            </w:r>
            <w:r w:rsidRPr="008F3EA6">
              <w:rPr>
                <w:lang w:val="ru-RU"/>
              </w:rPr>
              <w:t>.09.2024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18</w:t>
            </w:r>
            <w:r w:rsidRPr="008F3EA6">
              <w:rPr>
                <w:lang w:val="ru-RU"/>
              </w:rPr>
              <w:t>.09.2024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25</w:t>
            </w:r>
            <w:r w:rsidRPr="008F3EA6">
              <w:rPr>
                <w:lang w:val="ru-RU"/>
              </w:rPr>
              <w:t>.09.2024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26</w:t>
            </w:r>
            <w:r w:rsidRPr="008F3EA6">
              <w:rPr>
                <w:lang w:val="ru-RU"/>
              </w:rPr>
              <w:t>.09.2024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 w:rsidP="0091393E">
            <w:pPr>
              <w:spacing w:after="0"/>
              <w:ind w:left="135"/>
            </w:pPr>
            <w:r>
              <w:rPr>
                <w:lang w:val="ru-RU"/>
              </w:rPr>
              <w:t>01.10.2024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02</w:t>
            </w:r>
            <w:r w:rsidRPr="00423D7B">
              <w:rPr>
                <w:lang w:val="ru-RU"/>
              </w:rPr>
              <w:t>.10.2024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08</w:t>
            </w:r>
            <w:r w:rsidRPr="00423D7B">
              <w:rPr>
                <w:lang w:val="ru-RU"/>
              </w:rPr>
              <w:t>.10.2024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09</w:t>
            </w:r>
            <w:r w:rsidRPr="00423D7B">
              <w:rPr>
                <w:lang w:val="ru-RU"/>
              </w:rPr>
              <w:t>.10.2024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15</w:t>
            </w:r>
            <w:r w:rsidRPr="00423D7B">
              <w:rPr>
                <w:lang w:val="ru-RU"/>
              </w:rPr>
              <w:t>.10.2024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16</w:t>
            </w:r>
            <w:r w:rsidRPr="00423D7B">
              <w:rPr>
                <w:lang w:val="ru-RU"/>
              </w:rPr>
              <w:t>.10.2024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23</w:t>
            </w:r>
            <w:r w:rsidRPr="00423D7B">
              <w:rPr>
                <w:lang w:val="ru-RU"/>
              </w:rPr>
              <w:t>.10.2024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24</w:t>
            </w:r>
            <w:r w:rsidRPr="00423D7B">
              <w:rPr>
                <w:lang w:val="ru-RU"/>
              </w:rPr>
              <w:t>.10.2024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05</w:t>
            </w:r>
            <w:r w:rsidRPr="00423D7B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  <w:r w:rsidRPr="00423D7B">
              <w:rPr>
                <w:lang w:val="ru-RU"/>
              </w:rPr>
              <w:t>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 w:rsidRPr="00BD49BD">
              <w:rPr>
                <w:lang w:val="ru-RU"/>
              </w:rPr>
              <w:t>0</w:t>
            </w:r>
            <w:r>
              <w:rPr>
                <w:lang w:val="ru-RU"/>
              </w:rPr>
              <w:t>6</w:t>
            </w:r>
            <w:r w:rsidRPr="00BD49BD">
              <w:rPr>
                <w:lang w:val="ru-RU"/>
              </w:rPr>
              <w:t>.11.2024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12</w:t>
            </w:r>
            <w:r w:rsidRPr="00BD49BD">
              <w:rPr>
                <w:lang w:val="ru-RU"/>
              </w:rPr>
              <w:t>.11.2024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13</w:t>
            </w:r>
            <w:r w:rsidRPr="00BD49BD">
              <w:rPr>
                <w:lang w:val="ru-RU"/>
              </w:rPr>
              <w:t>.11.2024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19</w:t>
            </w:r>
            <w:r w:rsidRPr="00BD49BD">
              <w:rPr>
                <w:lang w:val="ru-RU"/>
              </w:rPr>
              <w:t>.11.2024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20</w:t>
            </w:r>
            <w:r w:rsidRPr="00BD49BD">
              <w:rPr>
                <w:lang w:val="ru-RU"/>
              </w:rPr>
              <w:t>.11.2024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26</w:t>
            </w:r>
            <w:r w:rsidRPr="00BD49BD">
              <w:rPr>
                <w:lang w:val="ru-RU"/>
              </w:rPr>
              <w:t>.11.2024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 w:rsidP="0091393E">
            <w:pPr>
              <w:spacing w:after="0"/>
              <w:ind w:left="135"/>
            </w:pPr>
            <w:r>
              <w:rPr>
                <w:lang w:val="ru-RU"/>
              </w:rPr>
              <w:t>27</w:t>
            </w:r>
            <w:r w:rsidRPr="00423D7B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  <w:r w:rsidRPr="00423D7B">
              <w:rPr>
                <w:lang w:val="ru-RU"/>
              </w:rPr>
              <w:t>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18546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 w:rsidP="0091393E">
            <w:pPr>
              <w:spacing w:after="0"/>
              <w:ind w:left="135"/>
            </w:pPr>
            <w:r>
              <w:rPr>
                <w:lang w:val="ru-RU"/>
              </w:rPr>
              <w:t>03</w:t>
            </w:r>
            <w:r w:rsidRPr="00423D7B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  <w:r w:rsidRPr="00423D7B">
              <w:rPr>
                <w:lang w:val="ru-RU"/>
              </w:rPr>
              <w:t>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 w:rsidRPr="009B3DCF">
              <w:rPr>
                <w:lang w:val="ru-RU"/>
              </w:rPr>
              <w:t>0</w:t>
            </w:r>
            <w:r>
              <w:rPr>
                <w:lang w:val="ru-RU"/>
              </w:rPr>
              <w:t>4</w:t>
            </w:r>
            <w:r w:rsidRPr="009B3DCF">
              <w:rPr>
                <w:lang w:val="ru-RU"/>
              </w:rPr>
              <w:t>.12.2024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середины XVI 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10</w:t>
            </w:r>
            <w:r w:rsidRPr="009B3DCF">
              <w:rPr>
                <w:lang w:val="ru-RU"/>
              </w:rPr>
              <w:t>.12.2024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11</w:t>
            </w:r>
            <w:r w:rsidRPr="009B3DCF">
              <w:rPr>
                <w:lang w:val="ru-RU"/>
              </w:rPr>
              <w:t>.12.2024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17</w:t>
            </w:r>
            <w:r w:rsidRPr="009B3DCF">
              <w:rPr>
                <w:lang w:val="ru-RU"/>
              </w:rPr>
              <w:t>.12.2024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18</w:t>
            </w:r>
            <w:r w:rsidRPr="009B3DCF">
              <w:rPr>
                <w:lang w:val="ru-RU"/>
              </w:rPr>
              <w:t>.12.2024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18602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24</w:t>
            </w:r>
            <w:r w:rsidRPr="00071E24">
              <w:rPr>
                <w:lang w:val="ru-RU"/>
              </w:rPr>
              <w:t>.12.2024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25</w:t>
            </w:r>
            <w:r w:rsidRPr="00071E24">
              <w:rPr>
                <w:lang w:val="ru-RU"/>
              </w:rPr>
              <w:t>.12.2024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14</w:t>
            </w:r>
            <w:r w:rsidRPr="00071E24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 w:rsidP="0091393E">
            <w:pPr>
              <w:spacing w:after="0"/>
              <w:ind w:left="135"/>
            </w:pPr>
            <w:r>
              <w:rPr>
                <w:lang w:val="ru-RU"/>
              </w:rPr>
              <w:t>15</w:t>
            </w:r>
            <w:r w:rsidRPr="00071E24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21</w:t>
            </w:r>
            <w:r w:rsidRPr="00B66652">
              <w:rPr>
                <w:lang w:val="ru-RU"/>
              </w:rPr>
              <w:t>.</w:t>
            </w:r>
            <w:r>
              <w:rPr>
                <w:lang w:val="ru-RU"/>
              </w:rPr>
              <w:t xml:space="preserve"> 01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22</w:t>
            </w:r>
            <w:r w:rsidRPr="00B66652">
              <w:rPr>
                <w:lang w:val="ru-RU"/>
              </w:rPr>
              <w:t>.</w:t>
            </w:r>
            <w:r>
              <w:rPr>
                <w:lang w:val="ru-RU"/>
              </w:rPr>
              <w:t xml:space="preserve"> 01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28</w:t>
            </w:r>
            <w:r w:rsidRPr="00B66652">
              <w:rPr>
                <w:lang w:val="ru-RU"/>
              </w:rPr>
              <w:t>.</w:t>
            </w:r>
            <w:r>
              <w:rPr>
                <w:lang w:val="ru-RU"/>
              </w:rPr>
              <w:t xml:space="preserve"> 01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29</w:t>
            </w:r>
            <w:r w:rsidRPr="00B66652">
              <w:rPr>
                <w:lang w:val="ru-RU"/>
              </w:rPr>
              <w:t>.</w:t>
            </w:r>
            <w:r>
              <w:rPr>
                <w:lang w:val="ru-RU"/>
              </w:rPr>
              <w:t xml:space="preserve"> 01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0</w:t>
            </w:r>
            <w:r w:rsidRPr="00B66652">
              <w:rPr>
                <w:lang w:val="ru-RU"/>
              </w:rPr>
              <w:t>4.</w:t>
            </w:r>
            <w:r>
              <w:rPr>
                <w:lang w:val="ru-RU"/>
              </w:rPr>
              <w:t xml:space="preserve"> 02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05</w:t>
            </w:r>
            <w:r w:rsidRPr="00B66652">
              <w:rPr>
                <w:lang w:val="ru-RU"/>
              </w:rPr>
              <w:t>.</w:t>
            </w:r>
            <w:r>
              <w:rPr>
                <w:lang w:val="ru-RU"/>
              </w:rPr>
              <w:t xml:space="preserve"> 02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11</w:t>
            </w:r>
            <w:r w:rsidRPr="00935737">
              <w:rPr>
                <w:lang w:val="ru-RU"/>
              </w:rPr>
              <w:t>. 02.2025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12</w:t>
            </w:r>
            <w:r w:rsidRPr="00935737">
              <w:rPr>
                <w:lang w:val="ru-RU"/>
              </w:rPr>
              <w:t>. 02.2025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18</w:t>
            </w:r>
            <w:r w:rsidRPr="00935737">
              <w:rPr>
                <w:lang w:val="ru-RU"/>
              </w:rPr>
              <w:t>. 02.2025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19</w:t>
            </w:r>
            <w:r w:rsidRPr="00935737">
              <w:rPr>
                <w:lang w:val="ru-RU"/>
              </w:rPr>
              <w:t>. 02.2025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25</w:t>
            </w:r>
            <w:r w:rsidRPr="00935737">
              <w:rPr>
                <w:lang w:val="ru-RU"/>
              </w:rPr>
              <w:t>. 02.2025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 w:rsidP="0091393E">
            <w:pPr>
              <w:spacing w:after="0"/>
              <w:ind w:left="135"/>
            </w:pPr>
            <w:r>
              <w:rPr>
                <w:lang w:val="ru-RU"/>
              </w:rPr>
              <w:t>26</w:t>
            </w:r>
            <w:r w:rsidRPr="00B66652">
              <w:rPr>
                <w:lang w:val="ru-RU"/>
              </w:rPr>
              <w:t>.</w:t>
            </w:r>
            <w:r>
              <w:rPr>
                <w:lang w:val="ru-RU"/>
              </w:rPr>
              <w:t>02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 w:rsidP="0091393E">
            <w:pPr>
              <w:spacing w:after="0"/>
              <w:ind w:left="135"/>
            </w:pPr>
            <w:r>
              <w:rPr>
                <w:lang w:val="ru-RU"/>
              </w:rPr>
              <w:t>04</w:t>
            </w:r>
            <w:r w:rsidRPr="00B66652">
              <w:rPr>
                <w:lang w:val="ru-RU"/>
              </w:rPr>
              <w:t>.</w:t>
            </w:r>
            <w:r>
              <w:rPr>
                <w:lang w:val="ru-RU"/>
              </w:rPr>
              <w:t>03</w:t>
            </w:r>
            <w:r w:rsidRPr="00071E24">
              <w:rPr>
                <w:lang w:val="ru-RU"/>
              </w:rP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18821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05</w:t>
            </w:r>
            <w:r w:rsidRPr="002772EC">
              <w:rPr>
                <w:lang w:val="ru-RU"/>
              </w:rPr>
              <w:t>.03.2025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11</w:t>
            </w:r>
            <w:r w:rsidRPr="002772EC">
              <w:rPr>
                <w:lang w:val="ru-RU"/>
              </w:rPr>
              <w:t>.03.2025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12</w:t>
            </w:r>
            <w:r w:rsidRPr="002772EC">
              <w:rPr>
                <w:lang w:val="ru-RU"/>
              </w:rPr>
              <w:t>.03.2025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18</w:t>
            </w:r>
            <w:r w:rsidRPr="002772EC">
              <w:rPr>
                <w:lang w:val="ru-RU"/>
              </w:rPr>
              <w:t>.03.2025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19</w:t>
            </w:r>
            <w:r w:rsidRPr="002772EC">
              <w:rPr>
                <w:lang w:val="ru-RU"/>
              </w:rPr>
              <w:t>.03.2025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01</w:t>
            </w:r>
            <w:r w:rsidRPr="00860D95">
              <w:rPr>
                <w:lang w:val="ru-RU"/>
              </w:rPr>
              <w:t>.</w:t>
            </w:r>
            <w:r>
              <w:rPr>
                <w:lang w:val="ru-RU"/>
              </w:rPr>
              <w:t>04</w:t>
            </w:r>
            <w:r w:rsidRPr="00860D95">
              <w:rPr>
                <w:lang w:val="ru-RU"/>
              </w:rPr>
              <w:t>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02</w:t>
            </w:r>
            <w:r w:rsidRPr="00860D95">
              <w:rPr>
                <w:lang w:val="ru-RU"/>
              </w:rPr>
              <w:t>.</w:t>
            </w:r>
            <w:r>
              <w:rPr>
                <w:lang w:val="ru-RU"/>
              </w:rPr>
              <w:t>04</w:t>
            </w:r>
            <w:r w:rsidRPr="00860D95">
              <w:rPr>
                <w:lang w:val="ru-RU"/>
              </w:rPr>
              <w:t>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08</w:t>
            </w:r>
            <w:r w:rsidRPr="007566ED">
              <w:rPr>
                <w:lang w:val="ru-RU"/>
              </w:rPr>
              <w:t>.04.2025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09</w:t>
            </w:r>
            <w:r w:rsidRPr="007566ED">
              <w:rPr>
                <w:lang w:val="ru-RU"/>
              </w:rPr>
              <w:t>.04.2025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15</w:t>
            </w:r>
            <w:r w:rsidRPr="007566ED">
              <w:rPr>
                <w:lang w:val="ru-RU"/>
              </w:rPr>
              <w:t>.04.2025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16</w:t>
            </w:r>
            <w:r w:rsidRPr="007566ED">
              <w:rPr>
                <w:lang w:val="ru-RU"/>
              </w:rPr>
              <w:t>.04.2025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22</w:t>
            </w:r>
            <w:r w:rsidRPr="007566ED">
              <w:rPr>
                <w:lang w:val="ru-RU"/>
              </w:rPr>
              <w:t>.04.2025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23</w:t>
            </w:r>
            <w:r w:rsidRPr="00EC15F0">
              <w:rPr>
                <w:lang w:val="ru-RU"/>
              </w:rPr>
              <w:t>.04.2025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29</w:t>
            </w:r>
            <w:r w:rsidRPr="00EC15F0">
              <w:rPr>
                <w:lang w:val="ru-RU"/>
              </w:rPr>
              <w:t>.04.2025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30</w:t>
            </w:r>
            <w:r w:rsidRPr="00EC15F0">
              <w:rPr>
                <w:lang w:val="ru-RU"/>
              </w:rPr>
              <w:t>.04.2025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 w:rsidP="0091393E">
            <w:pPr>
              <w:spacing w:after="0"/>
              <w:ind w:left="135"/>
            </w:pPr>
            <w:r>
              <w:rPr>
                <w:lang w:val="ru-RU"/>
              </w:rPr>
              <w:t>06</w:t>
            </w:r>
            <w:r w:rsidRPr="00860D95">
              <w:rPr>
                <w:lang w:val="ru-RU"/>
              </w:rPr>
              <w:t>.</w:t>
            </w:r>
            <w:r>
              <w:rPr>
                <w:lang w:val="ru-RU"/>
              </w:rPr>
              <w:t>05</w:t>
            </w:r>
            <w:r w:rsidRPr="00860D95">
              <w:rPr>
                <w:lang w:val="ru-RU"/>
              </w:rPr>
              <w:t>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07</w:t>
            </w:r>
            <w:r w:rsidRPr="00075DBA">
              <w:rPr>
                <w:lang w:val="ru-RU"/>
              </w:rPr>
              <w:t>.05.2025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13</w:t>
            </w:r>
            <w:r w:rsidRPr="00075DBA">
              <w:rPr>
                <w:lang w:val="ru-RU"/>
              </w:rPr>
              <w:t>.05.2025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14</w:t>
            </w:r>
            <w:r w:rsidRPr="00075DBA">
              <w:rPr>
                <w:lang w:val="ru-RU"/>
              </w:rPr>
              <w:t>.05.2025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20</w:t>
            </w:r>
            <w:r w:rsidRPr="00075DBA">
              <w:rPr>
                <w:lang w:val="ru-RU"/>
              </w:rPr>
              <w:t>.05.2025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263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 w:rsidP="0091393E">
            <w:r>
              <w:rPr>
                <w:lang w:val="ru-RU"/>
              </w:rPr>
              <w:t>21</w:t>
            </w:r>
            <w:r w:rsidRPr="00075DBA">
              <w:rPr>
                <w:lang w:val="ru-RU"/>
              </w:rPr>
              <w:t>.05.2025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</w:tbl>
    <w:p w:rsidR="0002322D" w:rsidRDefault="0002322D">
      <w:pPr>
        <w:sectPr w:rsidR="0002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22D" w:rsidRDefault="0002322D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8"/>
        <w:gridCol w:w="4211"/>
        <w:gridCol w:w="963"/>
        <w:gridCol w:w="1841"/>
        <w:gridCol w:w="1910"/>
        <w:gridCol w:w="1347"/>
        <w:gridCol w:w="2738"/>
      </w:tblGrid>
      <w:tr w:rsidR="0002322D" w:rsidRPr="005361C2">
        <w:trPr>
          <w:trHeight w:val="144"/>
          <w:tblCellSpacing w:w="20" w:type="nil"/>
        </w:trPr>
        <w:tc>
          <w:tcPr>
            <w:tcW w:w="10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4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603BEE" w:rsidRDefault="000232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06</w:t>
            </w:r>
            <w:r w:rsidRPr="00DC13ED">
              <w:rPr>
                <w:lang w:val="ru-RU"/>
              </w:rPr>
              <w:t>.09.2024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11.</w:t>
            </w:r>
            <w:r w:rsidRPr="00DC13ED">
              <w:rPr>
                <w:lang w:val="ru-RU"/>
              </w:rPr>
              <w:t>09.2024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13.</w:t>
            </w:r>
            <w:r w:rsidRPr="00DC13ED">
              <w:rPr>
                <w:lang w:val="ru-RU"/>
              </w:rPr>
              <w:t>09.2024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18</w:t>
            </w:r>
            <w:r w:rsidRPr="00DC13ED">
              <w:rPr>
                <w:lang w:val="ru-RU"/>
              </w:rPr>
              <w:t>.09.2024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20</w:t>
            </w:r>
            <w:r w:rsidRPr="00DC13ED">
              <w:rPr>
                <w:lang w:val="ru-RU"/>
              </w:rPr>
              <w:t>.09.2024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25</w:t>
            </w:r>
            <w:r w:rsidRPr="00DC13ED">
              <w:rPr>
                <w:lang w:val="ru-RU"/>
              </w:rPr>
              <w:t>.09.2024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27</w:t>
            </w:r>
            <w:r w:rsidRPr="00DC13ED">
              <w:rPr>
                <w:lang w:val="ru-RU"/>
              </w:rPr>
              <w:t>.09.2024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CB099B" w:rsidRDefault="000232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cae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CB099B" w:rsidRDefault="0002322D">
            <w:pPr>
              <w:spacing w:after="0"/>
              <w:rPr>
                <w:lang w:val="ru-RU"/>
              </w:rPr>
            </w:pPr>
            <w:r w:rsidRPr="00CB09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04</w:t>
            </w:r>
            <w:r w:rsidRPr="00505FF5">
              <w:rPr>
                <w:lang w:val="ru-RU"/>
              </w:rPr>
              <w:t>.10.2024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09</w:t>
            </w:r>
            <w:r w:rsidRPr="00505FF5">
              <w:rPr>
                <w:lang w:val="ru-RU"/>
              </w:rPr>
              <w:t>.10.2024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11</w:t>
            </w:r>
            <w:r w:rsidRPr="00505FF5">
              <w:rPr>
                <w:lang w:val="ru-RU"/>
              </w:rPr>
              <w:t>.10.2024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16</w:t>
            </w:r>
            <w:r w:rsidRPr="00505FF5">
              <w:rPr>
                <w:lang w:val="ru-RU"/>
              </w:rPr>
              <w:t>.10.2024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18</w:t>
            </w:r>
            <w:r w:rsidRPr="00505FF5">
              <w:rPr>
                <w:lang w:val="ru-RU"/>
              </w:rPr>
              <w:t>.10.2024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23</w:t>
            </w:r>
            <w:r w:rsidRPr="00505FF5">
              <w:rPr>
                <w:lang w:val="ru-RU"/>
              </w:rPr>
              <w:t>.10.2024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25.10.2024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06.11.2024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08</w:t>
            </w:r>
            <w:r w:rsidRPr="00616792">
              <w:rPr>
                <w:lang w:val="ru-RU"/>
              </w:rPr>
              <w:t>.11.2024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13</w:t>
            </w:r>
            <w:r w:rsidRPr="00616792">
              <w:rPr>
                <w:lang w:val="ru-RU"/>
              </w:rPr>
              <w:t>.11.2024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15</w:t>
            </w:r>
            <w:r w:rsidRPr="00616792">
              <w:rPr>
                <w:lang w:val="ru-RU"/>
              </w:rPr>
              <w:t>.11.2024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20</w:t>
            </w:r>
            <w:r w:rsidRPr="00616792">
              <w:rPr>
                <w:lang w:val="ru-RU"/>
              </w:rPr>
              <w:t>.11.2024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22</w:t>
            </w:r>
            <w:r w:rsidRPr="00616792">
              <w:rPr>
                <w:lang w:val="ru-RU"/>
              </w:rPr>
              <w:t>.11.2024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27</w:t>
            </w:r>
            <w:r w:rsidRPr="00A8181F">
              <w:rPr>
                <w:lang w:val="ru-RU"/>
              </w:rPr>
              <w:t>.11.2024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dea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29</w:t>
            </w:r>
            <w:r w:rsidRPr="00A8181F">
              <w:rPr>
                <w:lang w:val="ru-RU"/>
              </w:rPr>
              <w:t>.11.2024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04.12.2024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06</w:t>
            </w:r>
            <w:r w:rsidRPr="00F17062">
              <w:rPr>
                <w:lang w:val="ru-RU"/>
              </w:rPr>
              <w:t>.12.2024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11</w:t>
            </w:r>
            <w:r w:rsidRPr="00F17062">
              <w:rPr>
                <w:lang w:val="ru-RU"/>
              </w:rPr>
              <w:t>.12.2024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13</w:t>
            </w:r>
            <w:r w:rsidRPr="00A63F82">
              <w:rPr>
                <w:lang w:val="ru-RU"/>
              </w:rPr>
              <w:t>.12.2024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18</w:t>
            </w:r>
            <w:r w:rsidRPr="00A63F82">
              <w:rPr>
                <w:lang w:val="ru-RU"/>
              </w:rPr>
              <w:t>.12.2024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bef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20</w:t>
            </w:r>
            <w:r w:rsidRPr="00A63F82">
              <w:rPr>
                <w:lang w:val="ru-RU"/>
              </w:rPr>
              <w:t>.12.2024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25</w:t>
            </w:r>
            <w:r w:rsidRPr="00A63F82">
              <w:rPr>
                <w:lang w:val="ru-RU"/>
              </w:rPr>
              <w:t>.12.2024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 w:rsidP="00CB099B">
            <w:pPr>
              <w:spacing w:after="0"/>
            </w:pPr>
            <w:r>
              <w:rPr>
                <w:lang w:val="ru-RU"/>
              </w:rPr>
              <w:t>27.12.2024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CB099B" w:rsidRDefault="000232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CB099B" w:rsidRDefault="0002322D">
            <w:pPr>
              <w:spacing w:after="0"/>
              <w:rPr>
                <w:lang w:val="ru-RU"/>
              </w:rPr>
            </w:pPr>
            <w:r w:rsidRPr="00CB09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Преобразования Петра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культуры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15</w:t>
            </w:r>
            <w:r w:rsidRPr="00C633DC">
              <w:rPr>
                <w:lang w:val="ru-RU"/>
              </w:rPr>
              <w:t>.01.2025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17</w:t>
            </w:r>
            <w:r w:rsidRPr="00C633DC">
              <w:rPr>
                <w:lang w:val="ru-RU"/>
              </w:rPr>
              <w:t>.01.2025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22</w:t>
            </w:r>
            <w:r w:rsidRPr="00C633DC">
              <w:rPr>
                <w:lang w:val="ru-RU"/>
              </w:rPr>
              <w:t>.01.2025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24</w:t>
            </w:r>
            <w:r w:rsidRPr="00C633DC">
              <w:rPr>
                <w:lang w:val="ru-RU"/>
              </w:rPr>
              <w:t>.01.2025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cfa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29</w:t>
            </w:r>
            <w:r w:rsidRPr="00A35B42">
              <w:rPr>
                <w:lang w:val="ru-RU"/>
              </w:rPr>
              <w:t>.01.2025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30</w:t>
            </w:r>
            <w:r w:rsidRPr="00A35B42">
              <w:rPr>
                <w:lang w:val="ru-RU"/>
              </w:rPr>
              <w:t>.01.2025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05.02.2025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Петра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Переворот 28 июня 1762 г.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07</w:t>
            </w:r>
            <w:r w:rsidRPr="00F7639F">
              <w:rPr>
                <w:lang w:val="ru-RU"/>
              </w:rPr>
              <w:t>.02.2025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12</w:t>
            </w:r>
            <w:r w:rsidRPr="00F7639F">
              <w:rPr>
                <w:lang w:val="ru-RU"/>
              </w:rPr>
              <w:t>.02.2025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14</w:t>
            </w:r>
            <w:r w:rsidRPr="00F7639F">
              <w:rPr>
                <w:lang w:val="ru-RU"/>
              </w:rPr>
              <w:t>.02.2025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19</w:t>
            </w:r>
            <w:r w:rsidRPr="00F7639F">
              <w:rPr>
                <w:lang w:val="ru-RU"/>
              </w:rPr>
              <w:t>.02.2025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21</w:t>
            </w:r>
            <w:r w:rsidRPr="00F7639F">
              <w:rPr>
                <w:lang w:val="ru-RU"/>
              </w:rPr>
              <w:t>.02.2025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ddc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26</w:t>
            </w:r>
            <w:r w:rsidRPr="00DE5BB5">
              <w:rPr>
                <w:lang w:val="ru-RU"/>
              </w:rPr>
              <w:t>.02.2025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dfb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28</w:t>
            </w:r>
            <w:r w:rsidRPr="00DE5BB5">
              <w:rPr>
                <w:lang w:val="ru-RU"/>
              </w:rPr>
              <w:t>.02.2025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05.03.2025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07</w:t>
            </w:r>
            <w:r w:rsidRPr="00241DD3">
              <w:rPr>
                <w:lang w:val="ru-RU"/>
              </w:rPr>
              <w:t>.03.2025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12</w:t>
            </w:r>
            <w:r w:rsidRPr="00241DD3">
              <w:rPr>
                <w:lang w:val="ru-RU"/>
              </w:rPr>
              <w:t>.03.2025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14</w:t>
            </w:r>
            <w:r w:rsidRPr="00241DD3">
              <w:rPr>
                <w:lang w:val="ru-RU"/>
              </w:rPr>
              <w:t>.03.2025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19</w:t>
            </w:r>
            <w:r w:rsidRPr="00241DD3">
              <w:rPr>
                <w:lang w:val="ru-RU"/>
              </w:rPr>
              <w:t>.03.2025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ebc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21</w:t>
            </w:r>
            <w:r w:rsidRPr="00241DD3">
              <w:rPr>
                <w:lang w:val="ru-RU"/>
              </w:rPr>
              <w:t>.03.2025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02.04</w:t>
            </w:r>
            <w:r w:rsidRPr="00241DD3">
              <w:rPr>
                <w:lang w:val="ru-RU"/>
              </w:rPr>
              <w:t>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04</w:t>
            </w:r>
            <w:r w:rsidRPr="004630B2">
              <w:rPr>
                <w:lang w:val="ru-RU"/>
              </w:rPr>
              <w:t>.04.2025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09</w:t>
            </w:r>
            <w:r w:rsidRPr="004630B2">
              <w:rPr>
                <w:lang w:val="ru-RU"/>
              </w:rPr>
              <w:t>.04.2025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11</w:t>
            </w:r>
            <w:r w:rsidRPr="004630B2">
              <w:rPr>
                <w:lang w:val="ru-RU"/>
              </w:rPr>
              <w:t>.04.2025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16.</w:t>
            </w:r>
            <w:r w:rsidRPr="004630B2">
              <w:rPr>
                <w:lang w:val="ru-RU"/>
              </w:rPr>
              <w:t>04.2025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политики.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18</w:t>
            </w:r>
            <w:r w:rsidRPr="008251F2">
              <w:rPr>
                <w:lang w:val="ru-RU"/>
              </w:rPr>
              <w:t>.04.2025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4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Екатерины II и Павла I»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23</w:t>
            </w:r>
            <w:r w:rsidRPr="008251F2">
              <w:rPr>
                <w:lang w:val="ru-RU"/>
              </w:rPr>
              <w:t>.04.2025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25</w:t>
            </w:r>
            <w:r w:rsidRPr="008251F2">
              <w:rPr>
                <w:lang w:val="ru-RU"/>
              </w:rPr>
              <w:t>.04.2025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fbb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30.04</w:t>
            </w:r>
            <w:r w:rsidRPr="00241DD3">
              <w:rPr>
                <w:lang w:val="ru-RU"/>
              </w:rPr>
              <w:t>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fcf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07.05</w:t>
            </w:r>
            <w:r w:rsidRPr="00241DD3">
              <w:rPr>
                <w:lang w:val="ru-RU"/>
              </w:rPr>
              <w:t>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14</w:t>
            </w:r>
            <w:r w:rsidRPr="003F346B">
              <w:rPr>
                <w:lang w:val="ru-RU"/>
              </w:rPr>
              <w:t>.05.2025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16</w:t>
            </w:r>
            <w:r w:rsidRPr="003F346B">
              <w:rPr>
                <w:lang w:val="ru-RU"/>
              </w:rPr>
              <w:t>.05.2025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21</w:t>
            </w:r>
            <w:r w:rsidRPr="003F346B">
              <w:rPr>
                <w:lang w:val="ru-RU"/>
              </w:rPr>
              <w:t>.05.2025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23</w:t>
            </w:r>
            <w:r w:rsidRPr="003F346B">
              <w:rPr>
                <w:lang w:val="ru-RU"/>
              </w:rPr>
              <w:t>.05.2025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28</w:t>
            </w:r>
            <w:r w:rsidRPr="003F346B">
              <w:rPr>
                <w:lang w:val="ru-RU"/>
              </w:rPr>
              <w:t>.05.2025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</w:tbl>
    <w:p w:rsidR="0002322D" w:rsidRDefault="0002322D">
      <w:pPr>
        <w:sectPr w:rsidR="0002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22D" w:rsidRDefault="0002322D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9 КЛАСС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85"/>
        <w:gridCol w:w="4278"/>
        <w:gridCol w:w="961"/>
        <w:gridCol w:w="1841"/>
        <w:gridCol w:w="1910"/>
        <w:gridCol w:w="1347"/>
        <w:gridCol w:w="2726"/>
      </w:tblGrid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42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322D" w:rsidRPr="005361C2" w:rsidRDefault="0002322D"/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2866DD" w:rsidRDefault="000232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dff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 w:rsidRPr="00EE12D7">
              <w:rPr>
                <w:lang w:val="ru-RU"/>
              </w:rPr>
              <w:t>0</w:t>
            </w:r>
            <w:r>
              <w:rPr>
                <w:lang w:val="ru-RU"/>
              </w:rPr>
              <w:t>5</w:t>
            </w:r>
            <w:r w:rsidRPr="00EE12D7">
              <w:rPr>
                <w:lang w:val="ru-RU"/>
              </w:rPr>
              <w:t>.09.2024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10</w:t>
            </w:r>
            <w:r w:rsidRPr="00EE12D7">
              <w:rPr>
                <w:lang w:val="ru-RU"/>
              </w:rPr>
              <w:t>.09.2024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12</w:t>
            </w:r>
            <w:r w:rsidRPr="00EE12D7">
              <w:rPr>
                <w:lang w:val="ru-RU"/>
              </w:rPr>
              <w:t>.09.2024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17</w:t>
            </w:r>
            <w:r w:rsidRPr="00EE12D7">
              <w:rPr>
                <w:lang w:val="ru-RU"/>
              </w:rPr>
              <w:t>.09.2024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19</w:t>
            </w:r>
            <w:r w:rsidRPr="00EE12D7">
              <w:rPr>
                <w:lang w:val="ru-RU"/>
              </w:rPr>
              <w:t>.09.2024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24</w:t>
            </w:r>
            <w:r w:rsidRPr="00843F1B">
              <w:rPr>
                <w:lang w:val="ru-RU"/>
              </w:rPr>
              <w:t>.09.2024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26</w:t>
            </w:r>
            <w:r w:rsidRPr="00843F1B">
              <w:rPr>
                <w:lang w:val="ru-RU"/>
              </w:rPr>
              <w:t>.09.2024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2866DD" w:rsidRDefault="000232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ece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2866DD" w:rsidRDefault="0002322D">
            <w:pPr>
              <w:spacing w:after="0"/>
              <w:rPr>
                <w:lang w:val="ru-RU"/>
              </w:rPr>
            </w:pPr>
            <w:r w:rsidRPr="002866D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03</w:t>
            </w:r>
            <w:r w:rsidRPr="00411596">
              <w:rPr>
                <w:lang w:val="ru-RU"/>
              </w:rPr>
              <w:t>.10.2024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08</w:t>
            </w:r>
            <w:r w:rsidRPr="00411596">
              <w:rPr>
                <w:lang w:val="ru-RU"/>
              </w:rPr>
              <w:t>.10.2024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10</w:t>
            </w:r>
            <w:r w:rsidRPr="00411596">
              <w:rPr>
                <w:lang w:val="ru-RU"/>
              </w:rPr>
              <w:t>.10.2024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15</w:t>
            </w:r>
            <w:r w:rsidRPr="00411596">
              <w:rPr>
                <w:lang w:val="ru-RU"/>
              </w:rPr>
              <w:t>.10.2024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17</w:t>
            </w:r>
            <w:r w:rsidRPr="00411596">
              <w:rPr>
                <w:lang w:val="ru-RU"/>
              </w:rPr>
              <w:t>.10.2024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22</w:t>
            </w:r>
            <w:r w:rsidRPr="00411596">
              <w:rPr>
                <w:lang w:val="ru-RU"/>
              </w:rPr>
              <w:t>.10.2024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24</w:t>
            </w:r>
            <w:r w:rsidRPr="00411596">
              <w:rPr>
                <w:lang w:val="ru-RU"/>
              </w:rPr>
              <w:t>.10.2024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05.11.2024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07</w:t>
            </w:r>
            <w:r w:rsidRPr="00713F34">
              <w:rPr>
                <w:lang w:val="ru-RU"/>
              </w:rPr>
              <w:t>.11.2024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12</w:t>
            </w:r>
            <w:r w:rsidRPr="00713F34">
              <w:rPr>
                <w:lang w:val="ru-RU"/>
              </w:rPr>
              <w:t>.11.2024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15</w:t>
            </w:r>
            <w:r w:rsidRPr="00713F34">
              <w:rPr>
                <w:lang w:val="ru-RU"/>
              </w:rPr>
              <w:t>.11.2024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19</w:t>
            </w:r>
            <w:r w:rsidRPr="00713F34">
              <w:rPr>
                <w:lang w:val="ru-RU"/>
              </w:rPr>
              <w:t>.11.2024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21</w:t>
            </w:r>
            <w:r w:rsidRPr="00713F34">
              <w:rPr>
                <w:lang w:val="ru-RU"/>
              </w:rPr>
              <w:t>.11.2024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26</w:t>
            </w:r>
            <w:r w:rsidRPr="00B90D95">
              <w:rPr>
                <w:lang w:val="ru-RU"/>
              </w:rPr>
              <w:t>.11.2024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28</w:t>
            </w:r>
            <w:r w:rsidRPr="00B90D95">
              <w:rPr>
                <w:lang w:val="ru-RU"/>
              </w:rPr>
              <w:t>.11.2024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03.12.2024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05</w:t>
            </w:r>
            <w:r w:rsidRPr="00BE2607">
              <w:rPr>
                <w:lang w:val="ru-RU"/>
              </w:rPr>
              <w:t>.12.2024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10</w:t>
            </w:r>
            <w:r w:rsidRPr="00BE2607">
              <w:rPr>
                <w:lang w:val="ru-RU"/>
              </w:rPr>
              <w:t>.12.2024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ebe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12</w:t>
            </w:r>
            <w:r w:rsidRPr="00BE2607">
              <w:rPr>
                <w:lang w:val="ru-RU"/>
              </w:rPr>
              <w:t>.12.2024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19109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17</w:t>
            </w:r>
            <w:r w:rsidRPr="00BE2607">
              <w:rPr>
                <w:lang w:val="ru-RU"/>
              </w:rPr>
              <w:t>.12.2024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19</w:t>
            </w:r>
            <w:r w:rsidRPr="002F6734">
              <w:rPr>
                <w:lang w:val="ru-RU"/>
              </w:rPr>
              <w:t>.12.2024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24</w:t>
            </w:r>
            <w:r w:rsidRPr="002F6734">
              <w:rPr>
                <w:lang w:val="ru-RU"/>
              </w:rPr>
              <w:t>.12.2024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26</w:t>
            </w:r>
            <w:r w:rsidRPr="002F6734">
              <w:rPr>
                <w:lang w:val="ru-RU"/>
              </w:rPr>
              <w:t>.12.2024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2866DD" w:rsidRDefault="000232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19223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14</w:t>
            </w:r>
            <w:r w:rsidRPr="00C465A6">
              <w:rPr>
                <w:lang w:val="ru-RU"/>
              </w:rPr>
              <w:t>.01.2025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16</w:t>
            </w:r>
            <w:r w:rsidRPr="00C465A6">
              <w:rPr>
                <w:lang w:val="ru-RU"/>
              </w:rPr>
              <w:t>.01.2025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21</w:t>
            </w:r>
            <w:r w:rsidRPr="00C465A6">
              <w:rPr>
                <w:lang w:val="ru-RU"/>
              </w:rPr>
              <w:t>.01.2025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23</w:t>
            </w:r>
            <w:r w:rsidRPr="00C465A6">
              <w:rPr>
                <w:lang w:val="ru-RU"/>
              </w:rPr>
              <w:t>.01.2025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19261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28</w:t>
            </w:r>
            <w:r w:rsidRPr="00C465A6">
              <w:rPr>
                <w:lang w:val="ru-RU"/>
              </w:rPr>
              <w:t>.01.2025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30.01.2025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19278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04.01.2025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06</w:t>
            </w:r>
            <w:r w:rsidRPr="00E54F30">
              <w:rPr>
                <w:lang w:val="ru-RU"/>
              </w:rPr>
              <w:t>.01.2025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11</w:t>
            </w:r>
            <w:r w:rsidRPr="00E54F30">
              <w:rPr>
                <w:lang w:val="ru-RU"/>
              </w:rPr>
              <w:t>.01.2025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13</w:t>
            </w:r>
            <w:r w:rsidRPr="00E54F30">
              <w:rPr>
                <w:lang w:val="ru-RU"/>
              </w:rPr>
              <w:t>.01.2025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19316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18</w:t>
            </w:r>
            <w:r w:rsidRPr="00E54F30">
              <w:rPr>
                <w:lang w:val="ru-RU"/>
              </w:rPr>
              <w:t>.01.2025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20</w:t>
            </w:r>
            <w:r w:rsidRPr="00E54F30">
              <w:rPr>
                <w:lang w:val="ru-RU"/>
              </w:rPr>
              <w:t>.01.2025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25</w:t>
            </w:r>
            <w:r w:rsidRPr="00E54F30">
              <w:rPr>
                <w:lang w:val="ru-RU"/>
              </w:rPr>
              <w:t>.01.2025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9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27.01.2025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>
              <w:rPr>
                <w:lang w:val="ru-RU"/>
              </w:rPr>
              <w:t>04.03.2025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 w:rsidRPr="00EA08AA">
              <w:rPr>
                <w:lang w:val="ru-RU"/>
              </w:rPr>
              <w:t>0</w:t>
            </w:r>
            <w:r>
              <w:rPr>
                <w:lang w:val="ru-RU"/>
              </w:rPr>
              <w:t>6</w:t>
            </w:r>
            <w:r w:rsidRPr="00EA08AA">
              <w:rPr>
                <w:lang w:val="ru-RU"/>
              </w:rPr>
              <w:t>.03.2025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11</w:t>
            </w:r>
            <w:r w:rsidRPr="00EA08AA">
              <w:rPr>
                <w:lang w:val="ru-RU"/>
              </w:rPr>
              <w:t>.03.2025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cae</w:t>
              </w:r>
            </w:hyperlink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13</w:t>
            </w:r>
            <w:r w:rsidRPr="00EA08AA">
              <w:rPr>
                <w:lang w:val="ru-RU"/>
              </w:rPr>
              <w:t>.03.2025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18</w:t>
            </w:r>
            <w:r w:rsidRPr="00EA08AA">
              <w:rPr>
                <w:lang w:val="ru-RU"/>
              </w:rPr>
              <w:t>.03.2025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20</w:t>
            </w:r>
            <w:r w:rsidRPr="00EA08AA">
              <w:rPr>
                <w:lang w:val="ru-RU"/>
              </w:rPr>
              <w:t>.03.2025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01.04</w:t>
            </w:r>
            <w:r w:rsidRPr="00EA08AA">
              <w:rPr>
                <w:lang w:val="ru-RU"/>
              </w:rPr>
              <w:t>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03</w:t>
            </w:r>
            <w:r w:rsidRPr="00AB628E">
              <w:rPr>
                <w:lang w:val="ru-RU"/>
              </w:rPr>
              <w:t>.04.2025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1942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08</w:t>
            </w:r>
            <w:r w:rsidRPr="00AB628E">
              <w:rPr>
                <w:lang w:val="ru-RU"/>
              </w:rPr>
              <w:t>.04.2025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1943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10</w:t>
            </w:r>
            <w:r w:rsidRPr="00AB628E">
              <w:rPr>
                <w:lang w:val="ru-RU"/>
              </w:rPr>
              <w:t>.04.2025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15</w:t>
            </w:r>
            <w:r w:rsidRPr="00AB628E">
              <w:rPr>
                <w:lang w:val="ru-RU"/>
              </w:rPr>
              <w:t>.04.2025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1946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17</w:t>
            </w:r>
            <w:r w:rsidRPr="00AB628E">
              <w:rPr>
                <w:lang w:val="ru-RU"/>
              </w:rPr>
              <w:t>.04.2025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1947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22</w:t>
            </w:r>
            <w:r w:rsidRPr="00AB628E">
              <w:rPr>
                <w:lang w:val="ru-RU"/>
              </w:rPr>
              <w:t>.04.2025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24</w:t>
            </w:r>
            <w:r w:rsidRPr="006E3BD5">
              <w:rPr>
                <w:lang w:val="ru-RU"/>
              </w:rPr>
              <w:t>.04.2025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29</w:t>
            </w:r>
            <w:r w:rsidRPr="006E3BD5">
              <w:rPr>
                <w:lang w:val="ru-RU"/>
              </w:rPr>
              <w:t>.04.2025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06.05</w:t>
            </w:r>
            <w:r w:rsidRPr="006E3BD5">
              <w:rPr>
                <w:lang w:val="ru-RU"/>
              </w:rPr>
              <w:t>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13</w:t>
            </w:r>
            <w:r w:rsidRPr="00704BCA">
              <w:rPr>
                <w:lang w:val="ru-RU"/>
              </w:rPr>
              <w:t>.05.2025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15</w:t>
            </w:r>
            <w:r w:rsidRPr="00704BCA">
              <w:rPr>
                <w:lang w:val="ru-RU"/>
              </w:rPr>
              <w:t>.05.2025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20</w:t>
            </w:r>
            <w:r w:rsidRPr="00704BCA">
              <w:rPr>
                <w:lang w:val="ru-RU"/>
              </w:rPr>
              <w:t>.05.2025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>
            <w:r>
              <w:rPr>
                <w:lang w:val="ru-RU"/>
              </w:rPr>
              <w:t>22</w:t>
            </w:r>
            <w:r w:rsidRPr="00704BCA">
              <w:rPr>
                <w:lang w:val="ru-RU"/>
              </w:rPr>
              <w:t>.05.2025</w:t>
            </w: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322D" w:rsidRPr="00C063DF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2322D" w:rsidRDefault="0002322D"/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361C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C063D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</w:pPr>
          </w:p>
        </w:tc>
      </w:tr>
      <w:tr w:rsidR="0002322D" w:rsidRPr="005361C2" w:rsidTr="00F062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C063DF" w:rsidRDefault="0002322D">
            <w:pPr>
              <w:spacing w:after="0"/>
              <w:ind w:left="135"/>
              <w:rPr>
                <w:lang w:val="ru-RU"/>
              </w:rPr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C063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>
            <w:pPr>
              <w:spacing w:after="0"/>
              <w:ind w:left="135"/>
              <w:jc w:val="center"/>
            </w:pPr>
            <w:r w:rsidRPr="0053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322D" w:rsidRPr="005361C2" w:rsidRDefault="0002322D"/>
        </w:tc>
      </w:tr>
    </w:tbl>
    <w:p w:rsidR="0002322D" w:rsidRDefault="0002322D">
      <w:pPr>
        <w:sectPr w:rsidR="0002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22D" w:rsidRDefault="0002322D">
      <w:pPr>
        <w:sectPr w:rsidR="0002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322D" w:rsidRDefault="0002322D">
      <w:pPr>
        <w:spacing w:after="0"/>
        <w:ind w:left="120"/>
      </w:pPr>
      <w:bookmarkStart w:id="10" w:name="block_35572307"/>
      <w:bookmarkEnd w:id="9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02322D" w:rsidRDefault="0002322D">
      <w:pPr>
        <w:spacing w:after="0" w:line="480" w:lineRule="auto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02322D" w:rsidRDefault="0002322D">
      <w:pPr>
        <w:spacing w:after="0" w:line="480" w:lineRule="auto"/>
        <w:ind w:left="120"/>
      </w:pPr>
    </w:p>
    <w:p w:rsidR="0002322D" w:rsidRDefault="0002322D">
      <w:pPr>
        <w:spacing w:after="0" w:line="480" w:lineRule="auto"/>
        <w:ind w:left="120"/>
      </w:pPr>
    </w:p>
    <w:p w:rsidR="0002322D" w:rsidRDefault="0002322D">
      <w:pPr>
        <w:spacing w:after="0"/>
        <w:ind w:left="120"/>
      </w:pPr>
    </w:p>
    <w:p w:rsidR="0002322D" w:rsidRDefault="0002322D">
      <w:pPr>
        <w:spacing w:after="0" w:line="480" w:lineRule="auto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02322D" w:rsidRDefault="0002322D">
      <w:pPr>
        <w:spacing w:after="0" w:line="480" w:lineRule="auto"/>
        <w:ind w:left="120"/>
      </w:pPr>
    </w:p>
    <w:p w:rsidR="0002322D" w:rsidRDefault="0002322D">
      <w:pPr>
        <w:spacing w:after="0"/>
        <w:ind w:left="120"/>
      </w:pPr>
    </w:p>
    <w:p w:rsidR="0002322D" w:rsidRPr="00C063DF" w:rsidRDefault="0002322D">
      <w:pPr>
        <w:spacing w:after="0" w:line="480" w:lineRule="auto"/>
        <w:ind w:left="120"/>
        <w:rPr>
          <w:lang w:val="ru-RU"/>
        </w:rPr>
      </w:pPr>
      <w:r w:rsidRPr="00C063D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02322D" w:rsidRPr="00C063DF" w:rsidRDefault="0002322D">
      <w:pPr>
        <w:spacing w:after="0" w:line="480" w:lineRule="auto"/>
        <w:ind w:left="120"/>
        <w:rPr>
          <w:lang w:val="ru-RU"/>
        </w:rPr>
      </w:pPr>
    </w:p>
    <w:p w:rsidR="0002322D" w:rsidRPr="00C063DF" w:rsidRDefault="0002322D">
      <w:pPr>
        <w:rPr>
          <w:lang w:val="ru-RU"/>
        </w:rPr>
        <w:sectPr w:rsidR="0002322D" w:rsidRPr="00C063D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2322D" w:rsidRPr="00C063DF" w:rsidRDefault="0002322D">
      <w:pPr>
        <w:rPr>
          <w:lang w:val="ru-RU"/>
        </w:rPr>
      </w:pPr>
    </w:p>
    <w:sectPr w:rsidR="0002322D" w:rsidRPr="00C063DF" w:rsidSect="006432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93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C66FB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8C0C4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B80F7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A867F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83CC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61232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5525C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FD08F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6210B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66207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D5404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9533A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39412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04209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DF797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5B7AF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623BE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B3431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AA13C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E77A5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57553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79474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B0271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42031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5C485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C03BF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0A59A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E03B9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2548D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66409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F5708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8622F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9F46C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A202D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6B38E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DC242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7E62F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36"/>
  </w:num>
  <w:num w:numId="3">
    <w:abstractNumId w:val="14"/>
  </w:num>
  <w:num w:numId="4">
    <w:abstractNumId w:val="17"/>
  </w:num>
  <w:num w:numId="5">
    <w:abstractNumId w:val="27"/>
  </w:num>
  <w:num w:numId="6">
    <w:abstractNumId w:val="33"/>
  </w:num>
  <w:num w:numId="7">
    <w:abstractNumId w:val="31"/>
  </w:num>
  <w:num w:numId="8">
    <w:abstractNumId w:val="32"/>
  </w:num>
  <w:num w:numId="9">
    <w:abstractNumId w:val="10"/>
  </w:num>
  <w:num w:numId="10">
    <w:abstractNumId w:val="3"/>
  </w:num>
  <w:num w:numId="11">
    <w:abstractNumId w:val="4"/>
  </w:num>
  <w:num w:numId="12">
    <w:abstractNumId w:val="8"/>
  </w:num>
  <w:num w:numId="13">
    <w:abstractNumId w:val="18"/>
  </w:num>
  <w:num w:numId="14">
    <w:abstractNumId w:val="37"/>
  </w:num>
  <w:num w:numId="15">
    <w:abstractNumId w:val="35"/>
  </w:num>
  <w:num w:numId="16">
    <w:abstractNumId w:val="19"/>
  </w:num>
  <w:num w:numId="17">
    <w:abstractNumId w:val="15"/>
  </w:num>
  <w:num w:numId="18">
    <w:abstractNumId w:val="29"/>
  </w:num>
  <w:num w:numId="19">
    <w:abstractNumId w:val="6"/>
  </w:num>
  <w:num w:numId="20">
    <w:abstractNumId w:val="34"/>
  </w:num>
  <w:num w:numId="21">
    <w:abstractNumId w:val="0"/>
  </w:num>
  <w:num w:numId="22">
    <w:abstractNumId w:val="22"/>
  </w:num>
  <w:num w:numId="23">
    <w:abstractNumId w:val="26"/>
  </w:num>
  <w:num w:numId="24">
    <w:abstractNumId w:val="30"/>
  </w:num>
  <w:num w:numId="25">
    <w:abstractNumId w:val="11"/>
  </w:num>
  <w:num w:numId="26">
    <w:abstractNumId w:val="2"/>
  </w:num>
  <w:num w:numId="27">
    <w:abstractNumId w:val="16"/>
  </w:num>
  <w:num w:numId="28">
    <w:abstractNumId w:val="7"/>
  </w:num>
  <w:num w:numId="29">
    <w:abstractNumId w:val="24"/>
  </w:num>
  <w:num w:numId="30">
    <w:abstractNumId w:val="12"/>
  </w:num>
  <w:num w:numId="31">
    <w:abstractNumId w:val="21"/>
  </w:num>
  <w:num w:numId="32">
    <w:abstractNumId w:val="1"/>
  </w:num>
  <w:num w:numId="33">
    <w:abstractNumId w:val="20"/>
  </w:num>
  <w:num w:numId="34">
    <w:abstractNumId w:val="28"/>
  </w:num>
  <w:num w:numId="35">
    <w:abstractNumId w:val="25"/>
  </w:num>
  <w:num w:numId="36">
    <w:abstractNumId w:val="9"/>
  </w:num>
  <w:num w:numId="37">
    <w:abstractNumId w:val="5"/>
  </w:num>
  <w:num w:numId="3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2E9"/>
    <w:rsid w:val="00005F35"/>
    <w:rsid w:val="0002322D"/>
    <w:rsid w:val="00032D8C"/>
    <w:rsid w:val="00071E24"/>
    <w:rsid w:val="00075DBA"/>
    <w:rsid w:val="000D4161"/>
    <w:rsid w:val="000E6D86"/>
    <w:rsid w:val="00241DD3"/>
    <w:rsid w:val="002772EC"/>
    <w:rsid w:val="002866DD"/>
    <w:rsid w:val="002F6734"/>
    <w:rsid w:val="00344265"/>
    <w:rsid w:val="0035256B"/>
    <w:rsid w:val="003F346B"/>
    <w:rsid w:val="00411596"/>
    <w:rsid w:val="00423D7B"/>
    <w:rsid w:val="004630B2"/>
    <w:rsid w:val="00497C1B"/>
    <w:rsid w:val="004E6975"/>
    <w:rsid w:val="004F7794"/>
    <w:rsid w:val="00505FF5"/>
    <w:rsid w:val="005361C2"/>
    <w:rsid w:val="005E4042"/>
    <w:rsid w:val="00603BEE"/>
    <w:rsid w:val="00616792"/>
    <w:rsid w:val="006432E9"/>
    <w:rsid w:val="00687A61"/>
    <w:rsid w:val="006C2ACA"/>
    <w:rsid w:val="006E3BD5"/>
    <w:rsid w:val="00704BCA"/>
    <w:rsid w:val="00713F34"/>
    <w:rsid w:val="007566ED"/>
    <w:rsid w:val="008251F2"/>
    <w:rsid w:val="00843F1B"/>
    <w:rsid w:val="00860D95"/>
    <w:rsid w:val="008610C7"/>
    <w:rsid w:val="0086502D"/>
    <w:rsid w:val="008944ED"/>
    <w:rsid w:val="008F2813"/>
    <w:rsid w:val="008F3EA6"/>
    <w:rsid w:val="0091393E"/>
    <w:rsid w:val="009245F2"/>
    <w:rsid w:val="0093011F"/>
    <w:rsid w:val="00935737"/>
    <w:rsid w:val="009B3DCF"/>
    <w:rsid w:val="00A35B42"/>
    <w:rsid w:val="00A63F82"/>
    <w:rsid w:val="00A7161D"/>
    <w:rsid w:val="00A8181F"/>
    <w:rsid w:val="00AB628E"/>
    <w:rsid w:val="00B53CD4"/>
    <w:rsid w:val="00B66652"/>
    <w:rsid w:val="00B90D95"/>
    <w:rsid w:val="00BC6083"/>
    <w:rsid w:val="00BD49BD"/>
    <w:rsid w:val="00BE2607"/>
    <w:rsid w:val="00BF6220"/>
    <w:rsid w:val="00C063DF"/>
    <w:rsid w:val="00C465A6"/>
    <w:rsid w:val="00C53FFE"/>
    <w:rsid w:val="00C633DC"/>
    <w:rsid w:val="00CB099B"/>
    <w:rsid w:val="00D21741"/>
    <w:rsid w:val="00DC13ED"/>
    <w:rsid w:val="00DD6F8B"/>
    <w:rsid w:val="00DE5BB5"/>
    <w:rsid w:val="00E2220E"/>
    <w:rsid w:val="00E54F30"/>
    <w:rsid w:val="00E63469"/>
    <w:rsid w:val="00E9175A"/>
    <w:rsid w:val="00EA08AA"/>
    <w:rsid w:val="00EC15F0"/>
    <w:rsid w:val="00EE12D7"/>
    <w:rsid w:val="00F06268"/>
    <w:rsid w:val="00F17062"/>
    <w:rsid w:val="00F22443"/>
    <w:rsid w:val="00F7639F"/>
    <w:rsid w:val="00FB0E5C"/>
    <w:rsid w:val="00FC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mbria" w:hAnsi="Cambria" w:cs="Cambria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character" w:styleId="Hyperlink">
    <w:name w:val="Hyperlink"/>
    <w:basedOn w:val="DefaultParagraphFont"/>
    <w:uiPriority w:val="99"/>
    <w:rsid w:val="006432E9"/>
    <w:rPr>
      <w:color w:val="0000FF"/>
      <w:u w:val="single"/>
    </w:rPr>
  </w:style>
  <w:style w:type="table" w:styleId="TableGrid">
    <w:name w:val="Table Grid"/>
    <w:basedOn w:val="TableNormal"/>
    <w:uiPriority w:val="99"/>
    <w:rsid w:val="006432E9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111</Pages>
  <Words>25778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</dc:creator>
  <cp:keywords/>
  <dc:description/>
  <cp:lastModifiedBy>Морозова</cp:lastModifiedBy>
  <cp:revision>3</cp:revision>
  <dcterms:created xsi:type="dcterms:W3CDTF">2024-09-26T05:24:00Z</dcterms:created>
  <dcterms:modified xsi:type="dcterms:W3CDTF">2024-09-26T07:30:00Z</dcterms:modified>
</cp:coreProperties>
</file>